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33EB3" w14:textId="77777777"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CE0335">
        <w:fldChar w:fldCharType="begin"/>
      </w:r>
      <w:r w:rsidR="00CE0335">
        <w:instrText xml:space="preserve"> MACROBUTTON  AcceptAllChangesInDoc [Sisesta number] </w:instrText>
      </w:r>
      <w:r w:rsidR="00CE0335">
        <w:fldChar w:fldCharType="end"/>
      </w:r>
    </w:p>
    <w:p w14:paraId="45391100" w14:textId="77777777" w:rsidR="00370EBA" w:rsidRPr="00487EC6" w:rsidRDefault="00370EBA" w:rsidP="00155339">
      <w:pPr>
        <w:pStyle w:val="Pealkiri"/>
      </w:pPr>
    </w:p>
    <w:p w14:paraId="394DFAC7" w14:textId="77777777" w:rsidR="00DE11EC" w:rsidRPr="005160E2" w:rsidRDefault="003C0F7B" w:rsidP="00DE11EC">
      <w:pPr>
        <w:pStyle w:val="Normaallaadveeb"/>
        <w:jc w:val="right"/>
        <w:rPr>
          <w:rFonts w:eastAsia="Calibri"/>
          <w:lang w:val="fi-FI"/>
        </w:rPr>
      </w:pPr>
      <w:sdt>
        <w:sdtPr>
          <w:rPr>
            <w:rFonts w:eastAsia="Calibri"/>
            <w:lang w:val="fi-FI"/>
          </w:rPr>
          <w:id w:val="448594684"/>
          <w:placeholder>
            <w:docPart w:val="6DBAE7C0FA954CF399E2F3F80292A675"/>
          </w:placeholder>
          <w:date>
            <w:dateFormat w:val="d.MM.yyyy"/>
            <w:lid w:val="et-EE"/>
            <w:storeMappedDataAs w:val="dateTime"/>
            <w:calendar w:val="gregorian"/>
          </w:date>
        </w:sdtPr>
        <w:sdtEndPr/>
        <w:sdtContent>
          <w:r w:rsidR="00DE11EC" w:rsidRPr="005160E2">
            <w:rPr>
              <w:rFonts w:eastAsia="Calibri"/>
              <w:lang w:val="fi-FI"/>
            </w:rPr>
            <w:t>[</w:t>
          </w:r>
          <w:proofErr w:type="spellStart"/>
          <w:r w:rsidR="00DE11EC" w:rsidRPr="005160E2">
            <w:rPr>
              <w:rFonts w:eastAsia="Calibri"/>
              <w:lang w:val="fi-FI"/>
            </w:rPr>
            <w:t>Vali</w:t>
          </w:r>
          <w:proofErr w:type="spellEnd"/>
          <w:r w:rsidR="00DE11EC" w:rsidRPr="005160E2">
            <w:rPr>
              <w:rFonts w:eastAsia="Calibri"/>
              <w:lang w:val="fi-FI"/>
            </w:rPr>
            <w:t xml:space="preserve"> </w:t>
          </w:r>
          <w:proofErr w:type="spellStart"/>
          <w:r w:rsidR="00DE11EC" w:rsidRPr="005160E2">
            <w:rPr>
              <w:rFonts w:eastAsia="Calibri"/>
              <w:lang w:val="fi-FI"/>
            </w:rPr>
            <w:t>kuupäev</w:t>
          </w:r>
          <w:proofErr w:type="spellEnd"/>
          <w:r w:rsidR="00DE11EC" w:rsidRPr="005160E2">
            <w:rPr>
              <w:rFonts w:eastAsia="Calibri"/>
              <w:lang w:val="fi-FI"/>
            </w:rPr>
            <w:t>]</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w:t>
      </w:r>
      <w:proofErr w:type="spellStart"/>
      <w:r w:rsidRPr="005160E2">
        <w:rPr>
          <w:rFonts w:eastAsia="Calibri"/>
          <w:lang w:val="fi-FI"/>
        </w:rPr>
        <w:t>hiliseima</w:t>
      </w:r>
      <w:proofErr w:type="spellEnd"/>
      <w:r w:rsidRPr="005160E2">
        <w:rPr>
          <w:rFonts w:eastAsia="Calibri"/>
          <w:lang w:val="fi-FI"/>
        </w:rPr>
        <w:t xml:space="preserve"> </w:t>
      </w:r>
      <w:proofErr w:type="spellStart"/>
      <w:r w:rsidRPr="005160E2">
        <w:rPr>
          <w:rFonts w:eastAsia="Calibri"/>
          <w:lang w:val="fi-FI"/>
        </w:rPr>
        <w:t>digitaalallkirja</w:t>
      </w:r>
      <w:proofErr w:type="spellEnd"/>
      <w:r w:rsidRPr="005160E2">
        <w:rPr>
          <w:rFonts w:eastAsia="Calibri"/>
          <w:lang w:val="fi-FI"/>
        </w:rPr>
        <w:t xml:space="preserve"> </w:t>
      </w:r>
      <w:proofErr w:type="spellStart"/>
      <w:r w:rsidRPr="005160E2">
        <w:rPr>
          <w:rFonts w:eastAsia="Calibri"/>
          <w:lang w:val="fi-FI"/>
        </w:rPr>
        <w:t>kuupäev</w:t>
      </w:r>
      <w:proofErr w:type="spellEnd"/>
      <w:r w:rsidRPr="005160E2">
        <w:rPr>
          <w:rFonts w:eastAsia="Calibri"/>
          <w:lang w:val="fi-FI"/>
        </w:rPr>
        <w:t>)</w:t>
      </w:r>
      <w:r w:rsidRPr="005160E2">
        <w:rPr>
          <w:lang w:val="fi-FI"/>
        </w:rPr>
        <w:t xml:space="preserve"> </w:t>
      </w:r>
    </w:p>
    <w:p w14:paraId="62450E49" w14:textId="77777777" w:rsidR="00487EC6" w:rsidRPr="00487EC6" w:rsidRDefault="00487EC6" w:rsidP="00487EC6">
      <w:pPr>
        <w:rPr>
          <w:spacing w:val="0"/>
        </w:rPr>
      </w:pPr>
    </w:p>
    <w:p w14:paraId="0E41E528" w14:textId="77777777"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DE11EC" w:rsidRPr="00487EC6">
            <w:rPr>
              <w:spacing w:val="0"/>
            </w:rPr>
            <w:t>[Vali sobiv]</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dateFormat w:val="d.MM.yyyy"/>
            <w:lid w:val="et-EE"/>
            <w:storeMappedDataAs w:val="dateTime"/>
            <w:calendar w:val="gregorian"/>
          </w:date>
        </w:sdtPr>
        <w:sdtEndPr/>
        <w:sdtContent>
          <w:r w:rsidR="00DE11EC" w:rsidRPr="00487EC6">
            <w:rPr>
              <w:spacing w:val="0"/>
            </w:rPr>
            <w:t>[Vali kuupäev]</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DE11EC" w:rsidRPr="00487EC6">
            <w:rPr>
              <w:spacing w:val="0"/>
            </w:rPr>
            <w:t>[Vali sobiv]</w:t>
          </w:r>
        </w:sdtContent>
      </w:sdt>
      <w:r w:rsidR="00DE11EC" w:rsidRPr="00487EC6">
        <w:rPr>
          <w:spacing w:val="0"/>
        </w:rPr>
        <w:t xml:space="preserve"> nr </w:t>
      </w:r>
      <w:r w:rsidR="00DE11EC" w:rsidRPr="00487EC6">
        <w:rPr>
          <w:spacing w:val="0"/>
        </w:rPr>
        <w:fldChar w:fldCharType="begin"/>
      </w:r>
      <w:r w:rsidR="00DE11EC" w:rsidRPr="00487EC6">
        <w:rPr>
          <w:spacing w:val="0"/>
        </w:rPr>
        <w:instrText xml:space="preserve"> MACROBUTTON  AcceptAllChangesInDoc [Sisesta number] </w:instrText>
      </w:r>
      <w:r w:rsidR="00DE11EC" w:rsidRPr="00487EC6">
        <w:rPr>
          <w:spacing w:val="0"/>
        </w:rPr>
        <w:fldChar w:fldCharType="end"/>
      </w:r>
      <w:r w:rsidR="00DE11EC" w:rsidRPr="00487EC6">
        <w:rPr>
          <w:spacing w:val="0"/>
        </w:rPr>
        <w:t xml:space="preserve">alusel </w:t>
      </w:r>
      <w:r w:rsidR="00DE11EC" w:rsidRPr="00554433">
        <w:rPr>
          <w:bCs/>
          <w:spacing w:val="0"/>
        </w:rPr>
        <w:fldChar w:fldCharType="begin"/>
      </w:r>
      <w:r w:rsidR="00DE11EC" w:rsidRPr="00554433">
        <w:rPr>
          <w:bCs/>
          <w:spacing w:val="0"/>
        </w:rPr>
        <w:instrText xml:space="preserve"> MACROBUTTON  AcceptAllChangesInDoc [Sisesta ametinimetus] </w:instrText>
      </w:r>
      <w:r w:rsidR="00DE11EC" w:rsidRPr="00554433">
        <w:rPr>
          <w:bCs/>
          <w:spacing w:val="0"/>
        </w:rPr>
        <w:fldChar w:fldCharType="end"/>
      </w:r>
      <w:r w:rsidR="00DE11EC" w:rsidRPr="00487EC6">
        <w:rPr>
          <w:rFonts w:eastAsia="Calibri"/>
        </w:rPr>
        <w:t xml:space="preserve"> </w:t>
      </w:r>
      <w:r w:rsidR="00DE11EC" w:rsidRPr="00554433">
        <w:rPr>
          <w:bCs/>
          <w:spacing w:val="0"/>
        </w:rPr>
        <w:fldChar w:fldCharType="begin"/>
      </w:r>
      <w:r w:rsidR="00DE11EC" w:rsidRPr="00554433">
        <w:rPr>
          <w:bCs/>
          <w:spacing w:val="0"/>
        </w:rPr>
        <w:instrText xml:space="preserve"> MACROBUTTON  AcceptAllChangesInDoc [Sisesta eesnimi ja perekonnanimi] </w:instrText>
      </w:r>
      <w:r w:rsidR="00DE11EC" w:rsidRPr="00554433">
        <w:rPr>
          <w:bCs/>
          <w:spacing w:val="0"/>
        </w:rPr>
        <w:fldChar w:fldCharType="end"/>
      </w:r>
      <w:r w:rsidR="00DE11EC" w:rsidRPr="00487EC6">
        <w:rPr>
          <w:spacing w:val="0"/>
        </w:rPr>
        <w:t>, ühelt poolt,</w:t>
      </w:r>
    </w:p>
    <w:p w14:paraId="1100F2D2" w14:textId="77777777" w:rsidR="00DE11EC" w:rsidRPr="00487EC6" w:rsidRDefault="00DE11EC" w:rsidP="00155339">
      <w:pPr>
        <w:rPr>
          <w:spacing w:val="0"/>
        </w:rPr>
      </w:pPr>
    </w:p>
    <w:p w14:paraId="6C701A1C" w14:textId="77777777" w:rsidR="00DE11EC" w:rsidRPr="00487EC6" w:rsidRDefault="00DE11EC" w:rsidP="00DE11EC">
      <w:pPr>
        <w:jc w:val="both"/>
        <w:rPr>
          <w:rFonts w:eastAsia="Calibri"/>
        </w:rPr>
      </w:pPr>
      <w:r w:rsidRPr="00487EC6">
        <w:rPr>
          <w:spacing w:val="0"/>
        </w:rPr>
        <w:t xml:space="preserve">ja </w:t>
      </w:r>
      <w:r w:rsidRPr="00487EC6">
        <w:rPr>
          <w:spacing w:val="0"/>
        </w:rPr>
        <w:fldChar w:fldCharType="begin"/>
      </w:r>
      <w:r w:rsidRPr="00487EC6">
        <w:rPr>
          <w:spacing w:val="0"/>
        </w:rPr>
        <w:instrText xml:space="preserve"> MACROBUTTON  AcceptAllChangesInDoc [Sisesta juriidilise isiku nimi], </w:instrText>
      </w:r>
      <w:r w:rsidRPr="00487EC6">
        <w:rPr>
          <w:spacing w:val="0"/>
        </w:rPr>
        <w:fldChar w:fldCharType="end"/>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Pr="00487EC6">
            <w:rPr>
              <w:spacing w:val="0"/>
            </w:rPr>
            <w:t>[Vali sobiv]</w:t>
          </w:r>
        </w:sdtContent>
      </w:sdt>
      <w:r w:rsidRPr="00554433">
        <w:rPr>
          <w:spacing w:val="0"/>
        </w:rPr>
        <w:t xml:space="preserve"> alusel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Pr="00554433">
        <w:rPr>
          <w:spacing w:val="0"/>
        </w:rPr>
        <w:fldChar w:fldCharType="begin"/>
      </w:r>
      <w:r w:rsidRPr="00554433">
        <w:rPr>
          <w:spacing w:val="0"/>
        </w:rPr>
        <w:instrText xml:space="preserve"> MACROBUTTON  AcceptAllChangesInDoc [Sisesta eesnimi ja perekonnanimi] </w:instrText>
      </w:r>
      <w:r w:rsidRPr="00554433">
        <w:rPr>
          <w:spacing w:val="0"/>
        </w:rPr>
        <w:fldChar w:fldCharType="end"/>
      </w:r>
      <w:r w:rsidRPr="00554433">
        <w:rPr>
          <w:spacing w:val="0"/>
        </w:rPr>
        <w:t>, teiselt poolt,</w:t>
      </w:r>
    </w:p>
    <w:p w14:paraId="23A68A60" w14:textId="77777777" w:rsidR="00DD3F45" w:rsidRPr="00487EC6" w:rsidRDefault="00DD3F45" w:rsidP="00DE11EC">
      <w:pPr>
        <w:jc w:val="both"/>
        <w:rPr>
          <w:rFonts w:eastAsia="Calibri"/>
        </w:rPr>
      </w:pP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39DCF767" w:rsidR="00B94694" w:rsidRPr="007177DB" w:rsidRDefault="00155339" w:rsidP="00A762DD">
      <w:pPr>
        <w:pStyle w:val="Pis"/>
        <w:jc w:val="both"/>
        <w:rPr>
          <w:i/>
        </w:rPr>
      </w:pPr>
      <w:r w:rsidRPr="00487EC6">
        <w:rPr>
          <w:spacing w:val="0"/>
        </w:rPr>
        <w:br/>
      </w:r>
      <w:r w:rsidR="00B94694" w:rsidRPr="00487EC6">
        <w:rPr>
          <w:spacing w:val="0"/>
        </w:rPr>
        <w:t xml:space="preserve">sõlmisid </w:t>
      </w:r>
      <w:r w:rsidR="00B94694" w:rsidRPr="00F92FD5">
        <w:rPr>
          <w:spacing w:val="0"/>
        </w:rPr>
        <w:t xml:space="preserve">käesoleva </w:t>
      </w:r>
      <w:r w:rsidR="00B40651" w:rsidRPr="00F92FD5">
        <w:rPr>
          <w:spacing w:val="0"/>
        </w:rPr>
        <w:t>töövõtul</w:t>
      </w:r>
      <w:r w:rsidR="00DE11EC" w:rsidRPr="00F92FD5">
        <w:rPr>
          <w:spacing w:val="0"/>
        </w:rPr>
        <w:t xml:space="preserve">epingu, </w:t>
      </w:r>
      <w:r w:rsidR="00B94694" w:rsidRPr="00F92FD5">
        <w:rPr>
          <w:spacing w:val="0"/>
        </w:rPr>
        <w:t xml:space="preserve">edaspidi </w:t>
      </w:r>
      <w:r w:rsidR="000310AC" w:rsidRPr="00F92FD5">
        <w:rPr>
          <w:b/>
          <w:bCs/>
          <w:spacing w:val="0"/>
        </w:rPr>
        <w:t>l</w:t>
      </w:r>
      <w:r w:rsidR="00B94694" w:rsidRPr="00F92FD5">
        <w:rPr>
          <w:b/>
          <w:bCs/>
          <w:spacing w:val="0"/>
        </w:rPr>
        <w:t>eping</w:t>
      </w:r>
      <w:r w:rsidR="00DE11EC" w:rsidRPr="00F92FD5">
        <w:rPr>
          <w:spacing w:val="0"/>
        </w:rPr>
        <w:t xml:space="preserve">, </w:t>
      </w:r>
      <w:r w:rsidR="00305B03" w:rsidRPr="00F92FD5">
        <w:rPr>
          <w:spacing w:val="0"/>
        </w:rPr>
        <w:t>lih</w:t>
      </w:r>
      <w:r w:rsidR="00F92FD5" w:rsidRPr="00F92FD5">
        <w:rPr>
          <w:spacing w:val="0"/>
        </w:rPr>
        <w:t>thanke</w:t>
      </w:r>
      <w:r w:rsidR="003265BD" w:rsidRPr="00F92FD5">
        <w:rPr>
          <w:spacing w:val="0"/>
        </w:rPr>
        <w:t xml:space="preserve"> </w:t>
      </w:r>
      <w:r w:rsidR="001D0C54">
        <w:rPr>
          <w:spacing w:val="0"/>
        </w:rPr>
        <w:t>nr</w:t>
      </w:r>
      <w:r w:rsidR="001D0C54" w:rsidRPr="001D0C54">
        <w:rPr>
          <w:spacing w:val="0"/>
        </w:rPr>
        <w:t>1-47/3074</w:t>
      </w:r>
      <w:r w:rsidR="001D0C54">
        <w:rPr>
          <w:spacing w:val="0"/>
        </w:rPr>
        <w:t xml:space="preserve"> </w:t>
      </w:r>
      <w:r w:rsidR="00BF1C0D" w:rsidRPr="00F92FD5">
        <w:rPr>
          <w:spacing w:val="0"/>
        </w:rPr>
        <w:t>„</w:t>
      </w:r>
      <w:r w:rsidR="00F92FD5" w:rsidRPr="00F92FD5">
        <w:rPr>
          <w:spacing w:val="0"/>
        </w:rPr>
        <w:t>Tammeluha matkaraja rekonstrueerimine</w:t>
      </w:r>
      <w:r w:rsidR="0008439E" w:rsidRPr="00F92FD5">
        <w:rPr>
          <w:spacing w:val="0"/>
        </w:rPr>
        <w:t xml:space="preserve">“ </w:t>
      </w:r>
      <w:r w:rsidR="003265BD" w:rsidRPr="00F92FD5">
        <w:rPr>
          <w:spacing w:val="0"/>
        </w:rPr>
        <w:t>(DHS</w:t>
      </w:r>
      <w:r w:rsidR="001950D6" w:rsidRPr="00F92FD5">
        <w:rPr>
          <w:spacing w:val="0"/>
        </w:rPr>
        <w:t xml:space="preserve"> nr 1-47</w:t>
      </w:r>
      <w:r w:rsidR="00310542" w:rsidRPr="00F92FD5">
        <w:rPr>
          <w:spacing w:val="0"/>
        </w:rPr>
        <w:t>/</w:t>
      </w:r>
      <w:r w:rsidR="00F92FD5" w:rsidRPr="00F92FD5">
        <w:rPr>
          <w:spacing w:val="0"/>
        </w:rPr>
        <w:t>3074</w:t>
      </w:r>
      <w:r w:rsidR="003265BD" w:rsidRPr="00F92FD5">
        <w:rPr>
          <w:spacing w:val="0"/>
        </w:rPr>
        <w:t>,</w:t>
      </w:r>
      <w:r w:rsidR="001950D6" w:rsidRPr="00F92FD5">
        <w:rPr>
          <w:spacing w:val="0"/>
        </w:rPr>
        <w:t xml:space="preserve"> viitenumber</w:t>
      </w:r>
      <w:r w:rsidR="00F92FD5" w:rsidRPr="00F92FD5">
        <w:rPr>
          <w:spacing w:val="0"/>
        </w:rPr>
        <w:t xml:space="preserve"> 277615</w:t>
      </w:r>
      <w:r w:rsidR="001950D6" w:rsidRPr="00F92FD5">
        <w:rPr>
          <w:spacing w:val="0"/>
        </w:rPr>
        <w:t xml:space="preserve"> ) tulemusena </w:t>
      </w:r>
      <w:r w:rsidR="00B94694" w:rsidRPr="00F92FD5">
        <w:rPr>
          <w:spacing w:val="0"/>
        </w:rPr>
        <w:t>all</w:t>
      </w:r>
      <w:r w:rsidR="008D247D" w:rsidRPr="00F92FD5">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792A6304" w:rsidR="007A2FCE" w:rsidRPr="00554433" w:rsidRDefault="00B94694" w:rsidP="008627D6">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226B87">
        <w:rPr>
          <w:spacing w:val="0"/>
        </w:rPr>
        <w:t>Jõgeva</w:t>
      </w:r>
      <w:r w:rsidR="00652E20">
        <w:rPr>
          <w:spacing w:val="0"/>
        </w:rPr>
        <w:t xml:space="preserve"> maakon</w:t>
      </w:r>
      <w:r w:rsidR="00DB15A9">
        <w:rPr>
          <w:spacing w:val="0"/>
        </w:rPr>
        <w:t>nas</w:t>
      </w:r>
      <w:r w:rsidR="00074E40">
        <w:rPr>
          <w:spacing w:val="0"/>
        </w:rPr>
        <w:t xml:space="preserve">, </w:t>
      </w:r>
      <w:r w:rsidR="00226B87">
        <w:rPr>
          <w:spacing w:val="0"/>
        </w:rPr>
        <w:t>Mustvee</w:t>
      </w:r>
      <w:r w:rsidR="00074E40">
        <w:rPr>
          <w:spacing w:val="0"/>
        </w:rPr>
        <w:t xml:space="preserve"> val</w:t>
      </w:r>
      <w:r w:rsidR="005A0D14">
        <w:rPr>
          <w:spacing w:val="0"/>
        </w:rPr>
        <w:t>las</w:t>
      </w:r>
      <w:r w:rsidR="00074E40">
        <w:rPr>
          <w:spacing w:val="0"/>
        </w:rPr>
        <w:t xml:space="preserve">, </w:t>
      </w:r>
      <w:proofErr w:type="spellStart"/>
      <w:r w:rsidR="00226B87">
        <w:rPr>
          <w:spacing w:val="0"/>
        </w:rPr>
        <w:t>Pedassaare</w:t>
      </w:r>
      <w:proofErr w:type="spellEnd"/>
      <w:r w:rsidR="00074E40">
        <w:rPr>
          <w:spacing w:val="0"/>
        </w:rPr>
        <w:t xml:space="preserve"> küla</w:t>
      </w:r>
      <w:r w:rsidR="005A0D14">
        <w:rPr>
          <w:spacing w:val="0"/>
        </w:rPr>
        <w:t>s</w:t>
      </w:r>
      <w:r w:rsidR="00EB3943">
        <w:rPr>
          <w:spacing w:val="0"/>
        </w:rPr>
        <w:t xml:space="preserve"> (katastritunnus </w:t>
      </w:r>
      <w:r w:rsidR="009C4431" w:rsidRPr="009C4431">
        <w:rPr>
          <w:spacing w:val="0"/>
        </w:rPr>
        <w:t>71302:002:0850</w:t>
      </w:r>
      <w:r w:rsidR="009C4431">
        <w:rPr>
          <w:spacing w:val="0"/>
        </w:rPr>
        <w:t xml:space="preserve"> ja </w:t>
      </w:r>
      <w:r w:rsidR="00644182" w:rsidRPr="00644182">
        <w:rPr>
          <w:spacing w:val="0"/>
        </w:rPr>
        <w:t>71302:002:1270</w:t>
      </w:r>
      <w:r w:rsidR="00EB3943" w:rsidRPr="00FE57AF">
        <w:rPr>
          <w:spacing w:val="0"/>
        </w:rPr>
        <w:t>)</w:t>
      </w:r>
      <w:r w:rsidR="00DB15A9" w:rsidRPr="00FE57AF">
        <w:rPr>
          <w:spacing w:val="0"/>
        </w:rPr>
        <w:t xml:space="preserve"> </w:t>
      </w:r>
      <w:r w:rsidR="00C002C5" w:rsidRPr="00FE57AF">
        <w:rPr>
          <w:spacing w:val="0"/>
        </w:rPr>
        <w:t xml:space="preserve">asuva </w:t>
      </w:r>
      <w:r w:rsidR="00644182">
        <w:rPr>
          <w:spacing w:val="0"/>
        </w:rPr>
        <w:t xml:space="preserve">Tammeluha matkaraja taristu </w:t>
      </w:r>
      <w:r w:rsidR="00005C3E" w:rsidRPr="00FE57AF">
        <w:rPr>
          <w:spacing w:val="0"/>
        </w:rPr>
        <w:t>rekonstrueerimine- ja ehitustööde teostamine</w:t>
      </w:r>
      <w:r w:rsidR="00604556" w:rsidRPr="00FE57AF">
        <w:rPr>
          <w:spacing w:val="0"/>
        </w:rPr>
        <w:t xml:space="preserve"> lepinguga </w:t>
      </w:r>
      <w:r w:rsidR="006E25A9" w:rsidRPr="00FE57AF">
        <w:rPr>
          <w:spacing w:val="0"/>
        </w:rPr>
        <w:t>kokkulepitud tingimustel ja korras</w:t>
      </w:r>
      <w:r w:rsidR="00FE57AF" w:rsidRPr="00FE57AF">
        <w:rPr>
          <w:spacing w:val="0"/>
        </w:rPr>
        <w:t xml:space="preserve">, </w:t>
      </w:r>
      <w:r w:rsidRPr="00FE57AF">
        <w:rPr>
          <w:spacing w:val="0"/>
        </w:rPr>
        <w:t xml:space="preserve">edaspidi </w:t>
      </w:r>
      <w:r w:rsidR="00BF5FC2" w:rsidRPr="00FE57AF">
        <w:rPr>
          <w:b/>
          <w:spacing w:val="0"/>
        </w:rPr>
        <w:t>t</w:t>
      </w:r>
      <w:r w:rsidRPr="00FE57AF">
        <w:rPr>
          <w:b/>
          <w:spacing w:val="0"/>
        </w:rPr>
        <w:t>öö</w:t>
      </w:r>
      <w:r w:rsidRPr="00FE57AF">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7A092E61" w14:textId="77777777" w:rsidR="00A8374C"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p>
    <w:p w14:paraId="33FDA8F4" w14:textId="1BBB4315" w:rsidR="00D353D2" w:rsidRPr="00370EBA" w:rsidRDefault="00A8374C" w:rsidP="00A8374C">
      <w:pPr>
        <w:pStyle w:val="Loendilik"/>
        <w:numPr>
          <w:ilvl w:val="2"/>
          <w:numId w:val="33"/>
        </w:numPr>
        <w:jc w:val="both"/>
        <w:rPr>
          <w:spacing w:val="0"/>
        </w:rPr>
      </w:pPr>
      <w:r>
        <w:rPr>
          <w:spacing w:val="0"/>
        </w:rPr>
        <w:t>Tööprojekt</w:t>
      </w:r>
    </w:p>
    <w:p w14:paraId="25476E96" w14:textId="382D9BFC" w:rsidR="00D353D2" w:rsidRPr="00554433" w:rsidRDefault="00D50054" w:rsidP="008627D6">
      <w:pPr>
        <w:pStyle w:val="Loendilik"/>
        <w:numPr>
          <w:ilvl w:val="1"/>
          <w:numId w:val="33"/>
        </w:numPr>
        <w:jc w:val="both"/>
        <w:rPr>
          <w:spacing w:val="0"/>
        </w:rPr>
      </w:pPr>
      <w:r w:rsidRPr="00D50054">
        <w:rPr>
          <w:spacing w:val="0"/>
        </w:rPr>
        <w:t>Inseneribüroo Urmas Nugin OÜ</w:t>
      </w:r>
      <w:r w:rsidR="002171BB" w:rsidRPr="00554433">
        <w:rPr>
          <w:spacing w:val="0"/>
        </w:rPr>
        <w:t xml:space="preserve"> poolt koostatud </w:t>
      </w:r>
      <w:r w:rsidR="00155339" w:rsidRPr="00554433">
        <w:rPr>
          <w:spacing w:val="0"/>
        </w:rPr>
        <w:t xml:space="preserve"> </w:t>
      </w:r>
      <w:r w:rsidR="00D61804">
        <w:rPr>
          <w:spacing w:val="0"/>
        </w:rPr>
        <w:t>töö</w:t>
      </w:r>
      <w:r w:rsidR="00D353D2" w:rsidRPr="00554433">
        <w:rPr>
          <w:spacing w:val="0"/>
        </w:rPr>
        <w:t>projekt (töö nr</w:t>
      </w:r>
      <w:r w:rsidR="002171BB" w:rsidRPr="00554433">
        <w:rPr>
          <w:spacing w:val="0"/>
        </w:rPr>
        <w:t xml:space="preserve"> </w:t>
      </w:r>
      <w:r w:rsidR="005A2545" w:rsidRPr="005A2545">
        <w:rPr>
          <w:spacing w:val="0"/>
        </w:rPr>
        <w:t>202307</w:t>
      </w:r>
      <w:r w:rsidR="00706479">
        <w:rPr>
          <w:spacing w:val="0"/>
        </w:rPr>
        <w:t>) „</w:t>
      </w:r>
      <w:r w:rsidR="00706479" w:rsidRPr="00706479">
        <w:rPr>
          <w:spacing w:val="0"/>
        </w:rPr>
        <w:t>Tammeluha matkaraja rekonstrueerimise projekt</w:t>
      </w:r>
      <w:r w:rsidR="00706479">
        <w:rPr>
          <w:spacing w:val="0"/>
        </w:rPr>
        <w:t xml:space="preserve">“. </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xml:space="preserve">, </w:t>
      </w:r>
      <w:proofErr w:type="spellStart"/>
      <w:r w:rsidR="009325FD" w:rsidRPr="00554433">
        <w:rPr>
          <w:spacing w:val="0"/>
        </w:rPr>
        <w:t>muinsuskaitselised</w:t>
      </w:r>
      <w:proofErr w:type="spellEnd"/>
      <w:r w:rsidR="009325FD" w:rsidRPr="00554433">
        <w:rPr>
          <w:spacing w:val="0"/>
        </w:rPr>
        <w:t xml:space="preserve">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77777777" w:rsidR="00687AAF" w:rsidRDefault="00687AAF" w:rsidP="00687AAF">
      <w:pPr>
        <w:pStyle w:val="Loendilik"/>
        <w:ind w:left="576"/>
        <w:jc w:val="both"/>
        <w:rPr>
          <w:spacing w:val="0"/>
        </w:rPr>
      </w:pPr>
    </w:p>
    <w:p w14:paraId="36387472" w14:textId="77777777" w:rsidR="000E2FEA" w:rsidRPr="006925D6" w:rsidRDefault="000E2FEA" w:rsidP="00687AAF">
      <w:pPr>
        <w:pStyle w:val="Loendilik"/>
        <w:ind w:left="576"/>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lastRenderedPageBreak/>
        <w:t>Tööde teostamise tähtajad</w:t>
      </w:r>
    </w:p>
    <w:p w14:paraId="39F4F222" w14:textId="33BC645E" w:rsidR="007A139E" w:rsidRPr="00C35B77" w:rsidRDefault="007A139E" w:rsidP="007A139E">
      <w:pPr>
        <w:pStyle w:val="Loendilik"/>
        <w:numPr>
          <w:ilvl w:val="1"/>
          <w:numId w:val="33"/>
        </w:numPr>
        <w:jc w:val="both"/>
        <w:rPr>
          <w:spacing w:val="0"/>
        </w:rPr>
      </w:pPr>
      <w:r w:rsidRPr="00C35B77">
        <w:rPr>
          <w:spacing w:val="0"/>
        </w:rPr>
        <w:t xml:space="preserve">Töövõtja alustab ehitustööde </w:t>
      </w:r>
      <w:r w:rsidR="000B641A">
        <w:rPr>
          <w:spacing w:val="0"/>
        </w:rPr>
        <w:t xml:space="preserve">ettevalmistustöödega pärast </w:t>
      </w:r>
      <w:r w:rsidR="007C0AE5">
        <w:rPr>
          <w:spacing w:val="0"/>
        </w:rPr>
        <w:t xml:space="preserve">hankelepingu sõlmimist, ehitustöödega </w:t>
      </w:r>
      <w:r w:rsidR="008C34FB">
        <w:rPr>
          <w:spacing w:val="0"/>
        </w:rPr>
        <w:t xml:space="preserve">objektil </w:t>
      </w:r>
      <w:r w:rsidR="00447D60">
        <w:rPr>
          <w:spacing w:val="0"/>
        </w:rPr>
        <w:t>alustab alates 01.08.2024</w:t>
      </w:r>
      <w:r w:rsidR="006B2434">
        <w:rPr>
          <w:spacing w:val="0"/>
        </w:rPr>
        <w:t xml:space="preserve">. </w:t>
      </w:r>
    </w:p>
    <w:p w14:paraId="2FDDBA04" w14:textId="78716E8B" w:rsidR="00543444" w:rsidRDefault="00543444" w:rsidP="008627D6">
      <w:pPr>
        <w:pStyle w:val="Loendilik"/>
        <w:numPr>
          <w:ilvl w:val="1"/>
          <w:numId w:val="33"/>
        </w:numPr>
        <w:jc w:val="both"/>
        <w:rPr>
          <w:spacing w:val="0"/>
        </w:rPr>
      </w:pPr>
      <w:r w:rsidRPr="00554433">
        <w:rPr>
          <w:spacing w:val="0"/>
        </w:rPr>
        <w:t xml:space="preserve">Tööüleandmise </w:t>
      </w:r>
      <w:r w:rsidRPr="006B2434">
        <w:rPr>
          <w:spacing w:val="0"/>
        </w:rPr>
        <w:t>lõpptäht</w:t>
      </w:r>
      <w:r w:rsidR="00F343EA" w:rsidRPr="006B2434">
        <w:rPr>
          <w:spacing w:val="0"/>
        </w:rPr>
        <w:t>päev</w:t>
      </w:r>
      <w:r w:rsidRPr="006B2434">
        <w:rPr>
          <w:spacing w:val="0"/>
        </w:rPr>
        <w:t xml:space="preserve"> on</w:t>
      </w:r>
      <w:r w:rsidR="00676BC1" w:rsidRPr="006B2434">
        <w:rPr>
          <w:spacing w:val="0"/>
        </w:rPr>
        <w:t xml:space="preserve"> </w:t>
      </w:r>
      <w:r w:rsidRPr="006B2434">
        <w:rPr>
          <w:spacing w:val="0"/>
        </w:rPr>
        <w:t xml:space="preserve"> </w:t>
      </w:r>
      <w:sdt>
        <w:sdtPr>
          <w:rPr>
            <w:spacing w:val="0"/>
          </w:rPr>
          <w:id w:val="61070318"/>
          <w:placeholder>
            <w:docPart w:val="B0CC20E456EC40339715C603D2BA7B2C"/>
          </w:placeholder>
          <w:date w:fullDate="2024-10-31T00:00:00Z">
            <w:dateFormat w:val="d.MM.yyyy"/>
            <w:lid w:val="et-EE"/>
            <w:storeMappedDataAs w:val="dateTime"/>
            <w:calendar w:val="gregorian"/>
          </w:date>
        </w:sdtPr>
        <w:sdtEndPr/>
        <w:sdtContent>
          <w:r w:rsidR="006B2434" w:rsidRPr="006B2434">
            <w:rPr>
              <w:spacing w:val="0"/>
            </w:rPr>
            <w:t>31.10.2024</w:t>
          </w:r>
        </w:sdtContent>
      </w:sdt>
      <w:r w:rsidR="00580820" w:rsidRPr="006B2434">
        <w:rPr>
          <w:spacing w:val="0"/>
        </w:rPr>
        <w:t>.</w:t>
      </w:r>
    </w:p>
    <w:p w14:paraId="60E552AF" w14:textId="454C6D60" w:rsidR="007177DB" w:rsidRPr="00554433" w:rsidRDefault="007177DB" w:rsidP="008627D6">
      <w:pPr>
        <w:pStyle w:val="Loendilik"/>
        <w:numPr>
          <w:ilvl w:val="1"/>
          <w:numId w:val="33"/>
        </w:numPr>
        <w:jc w:val="both"/>
        <w:rPr>
          <w:spacing w:val="0"/>
        </w:rPr>
      </w:pPr>
      <w:r>
        <w:t xml:space="preserve">Lepingu kehtivuse tähtaeg </w:t>
      </w:r>
      <w:r w:rsidRPr="00E3404B">
        <w:rPr>
          <w:spacing w:val="0"/>
        </w:rPr>
        <w:t>on</w:t>
      </w:r>
      <w:r>
        <w:rPr>
          <w:spacing w:val="0"/>
        </w:rPr>
        <w:t xml:space="preserve"> </w:t>
      </w:r>
      <w:r w:rsidRPr="00E3404B">
        <w:rPr>
          <w:spacing w:val="0"/>
        </w:rPr>
        <w:t xml:space="preserve"> </w:t>
      </w:r>
      <w:sdt>
        <w:sdtPr>
          <w:rPr>
            <w:spacing w:val="0"/>
          </w:rPr>
          <w:id w:val="277071067"/>
          <w:placeholder>
            <w:docPart w:val="569A2FEF94B24526985045D7C0C0422D"/>
          </w:placeholder>
          <w:date w:fullDate="2024-11-30T00:00:00Z">
            <w:dateFormat w:val="d.MM.yyyy"/>
            <w:lid w:val="et-EE"/>
            <w:storeMappedDataAs w:val="dateTime"/>
            <w:calendar w:val="gregorian"/>
          </w:date>
        </w:sdtPr>
        <w:sdtEndPr/>
        <w:sdtContent>
          <w:r w:rsidR="006B2434">
            <w:rPr>
              <w:spacing w:val="0"/>
            </w:rPr>
            <w:t>30.11.2024</w:t>
          </w:r>
        </w:sdtContent>
      </w:sdt>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77777777"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 xml:space="preserve">tööde </w:t>
      </w:r>
      <w:proofErr w:type="spellStart"/>
      <w:r w:rsidR="009E4BBE" w:rsidRPr="00E2712D">
        <w:rPr>
          <w:b/>
          <w:spacing w:val="0"/>
        </w:rPr>
        <w:t>üldmaksumus</w:t>
      </w:r>
      <w:proofErr w:type="spellEnd"/>
      <w:r w:rsidR="000B213D" w:rsidRPr="00554433">
        <w:rPr>
          <w:spacing w:val="0"/>
        </w:rPr>
        <w:t>,</w:t>
      </w:r>
      <w:r w:rsidR="009E4BBE" w:rsidRPr="00554433">
        <w:rPr>
          <w:spacing w:val="0"/>
        </w:rPr>
        <w:t xml:space="preserve">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1E1A21" w:rsidRPr="00554433">
        <w:rPr>
          <w:spacing w:val="0"/>
        </w:rPr>
        <w:t>eurot, millele lisandub käibemaks.</w:t>
      </w:r>
      <w:r w:rsidRPr="00554433">
        <w:rPr>
          <w:spacing w:val="0"/>
        </w:rPr>
        <w:t xml:space="preserve"> Töö</w:t>
      </w:r>
      <w:r w:rsidR="009E4BBE" w:rsidRPr="00554433">
        <w:rPr>
          <w:spacing w:val="0"/>
        </w:rPr>
        <w:t xml:space="preserve">de </w:t>
      </w:r>
      <w:proofErr w:type="spellStart"/>
      <w:r w:rsidR="009E4BBE" w:rsidRPr="00554433">
        <w:rPr>
          <w:spacing w:val="0"/>
        </w:rPr>
        <w:t>üldmaksumus</w:t>
      </w:r>
      <w:proofErr w:type="spellEnd"/>
      <w:r w:rsidR="009E4BBE" w:rsidRPr="00554433">
        <w:rPr>
          <w:spacing w:val="0"/>
        </w:rPr>
        <w:t xml:space="preserve">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77777777" w:rsidR="002E19B4"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üldmaksumusele</w:t>
      </w:r>
      <w:proofErr w:type="spellEnd"/>
      <w:r w:rsidRPr="00554433">
        <w:rPr>
          <w:spacing w:val="0"/>
        </w:rPr>
        <w:t xml:space="preserve"> võib lisanduda t</w:t>
      </w:r>
      <w:r w:rsidR="00727DC2" w:rsidRPr="00554433">
        <w:rPr>
          <w:spacing w:val="0"/>
        </w:rPr>
        <w:t xml:space="preserve">ellija reserv summas </w:t>
      </w:r>
      <w:r w:rsidR="000B213D" w:rsidRPr="00554433">
        <w:rPr>
          <w:spacing w:val="0"/>
        </w:rPr>
        <w:fldChar w:fldCharType="begin"/>
      </w:r>
      <w:r w:rsidR="000B213D" w:rsidRPr="00554433">
        <w:rPr>
          <w:spacing w:val="0"/>
        </w:rPr>
        <w:instrText xml:space="preserve"> MACROBUTTON  AcceptAllChangesInDoc [Sisesta summa] </w:instrText>
      </w:r>
      <w:r w:rsidR="000B213D" w:rsidRPr="00554433">
        <w:rPr>
          <w:spacing w:val="0"/>
        </w:rPr>
        <w:fldChar w:fldCharType="end"/>
      </w:r>
      <w:r w:rsidR="000B213D" w:rsidRPr="00554433">
        <w:rPr>
          <w:spacing w:val="0"/>
        </w:rPr>
        <w:t>(</w:t>
      </w:r>
      <w:r w:rsidR="000B213D" w:rsidRPr="00554433">
        <w:rPr>
          <w:spacing w:val="0"/>
        </w:rPr>
        <w:fldChar w:fldCharType="begin"/>
      </w:r>
      <w:r w:rsidR="000B213D" w:rsidRPr="00554433">
        <w:rPr>
          <w:spacing w:val="0"/>
        </w:rPr>
        <w:instrText xml:space="preserve"> MACROBUTTON  AcceptAllChangesInDoc [Sisesta summa sõnadega]) </w:instrText>
      </w:r>
      <w:r w:rsidR="000B213D" w:rsidRPr="00554433">
        <w:rPr>
          <w:spacing w:val="0"/>
        </w:rPr>
        <w:fldChar w:fldCharType="end"/>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 xml:space="preserve">Tööde </w:t>
      </w:r>
      <w:proofErr w:type="spellStart"/>
      <w:r w:rsidRPr="00554433">
        <w:rPr>
          <w:spacing w:val="0"/>
        </w:rPr>
        <w:t>üldmaksumus</w:t>
      </w:r>
      <w:proofErr w:type="spellEnd"/>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01B37206"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CA06DE">
        <w:rPr>
          <w:spacing w:val="0"/>
        </w:rPr>
        <w:t>e</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proofErr w:type="spellStart"/>
      <w:r w:rsidRPr="00FF59A2">
        <w:rPr>
          <w:spacing w:val="0"/>
        </w:rPr>
        <w:t>üldmaksumust</w:t>
      </w:r>
      <w:proofErr w:type="spellEnd"/>
      <w:r w:rsidRPr="00FF59A2">
        <w:rPr>
          <w:spacing w:val="0"/>
        </w:rPr>
        <w:t xml:space="preserve"> ning </w:t>
      </w:r>
      <w:r w:rsidR="00BF5FC2" w:rsidRPr="00FF59A2">
        <w:rPr>
          <w:spacing w:val="0"/>
        </w:rPr>
        <w:t xml:space="preserve">tööde </w:t>
      </w:r>
      <w:r w:rsidRPr="00FF59A2">
        <w:rPr>
          <w:spacing w:val="0"/>
        </w:rPr>
        <w:t>teostamise tähtaegu ainult juhul, kui on kohaselt vormistatud eelpoolnimetatud kokkulepe.</w:t>
      </w:r>
    </w:p>
    <w:p w14:paraId="5F5ABA4F" w14:textId="1239E44E"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w:t>
      </w:r>
      <w:proofErr w:type="spellStart"/>
      <w:r w:rsidR="0010269D" w:rsidRPr="00554433">
        <w:rPr>
          <w:spacing w:val="0"/>
        </w:rPr>
        <w:t>üldmaksumuse</w:t>
      </w:r>
      <w:proofErr w:type="spellEnd"/>
      <w:r w:rsidR="0010269D" w:rsidRPr="00554433">
        <w:rPr>
          <w:spacing w:val="0"/>
        </w:rPr>
        <w:t xml:space="preserve"> ületamise, kvaliteedinõuetest või teostamise tähtaegadest mittekinnipidamise vajadusest või </w:t>
      </w:r>
      <w:r w:rsidR="0010269D" w:rsidRPr="00554433">
        <w:rPr>
          <w:spacing w:val="0"/>
        </w:rPr>
        <w:lastRenderedPageBreak/>
        <w:t>muude</w:t>
      </w:r>
      <w:r w:rsidRPr="00554433">
        <w:rPr>
          <w:spacing w:val="0"/>
        </w:rPr>
        <w:t xml:space="preserve">st asjaoludest, mis takistavad </w:t>
      </w:r>
      <w:r w:rsidR="0010269D" w:rsidRPr="00554433">
        <w:rPr>
          <w:spacing w:val="0"/>
        </w:rPr>
        <w:t xml:space="preserve">tööde kohast alustamist, teostamist või lõpetamist. 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ellija</w:t>
      </w:r>
      <w:r w:rsidR="00945547">
        <w:rPr>
          <w:spacing w:val="0"/>
        </w:rPr>
        <w:t>t</w:t>
      </w:r>
      <w:r w:rsidR="0010269D" w:rsidRPr="00554433">
        <w:rPr>
          <w:spacing w:val="0"/>
        </w:rPr>
        <w:t xml:space="preserv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lastRenderedPageBreak/>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E19CEDA" w14:textId="15247830" w:rsidR="00945547" w:rsidRPr="00F45A75" w:rsidRDefault="00945547" w:rsidP="008627D6">
      <w:pPr>
        <w:pStyle w:val="Loendilik"/>
        <w:numPr>
          <w:ilvl w:val="1"/>
          <w:numId w:val="33"/>
        </w:numPr>
        <w:jc w:val="both"/>
        <w:rPr>
          <w:spacing w:val="0"/>
        </w:rPr>
      </w:pPr>
      <w:r w:rsidRPr="00F45A75">
        <w:rPr>
          <w:spacing w:val="0"/>
        </w:rPr>
        <w:t>Likvideerida oma kulul peale lepingu lõppemist tööde teostamiseks</w:t>
      </w:r>
      <w:r w:rsidR="00A151B8" w:rsidRPr="00F45A75">
        <w:rPr>
          <w:spacing w:val="0"/>
        </w:rPr>
        <w:t xml:space="preserve"> vajalikud</w:t>
      </w:r>
      <w:r w:rsidRPr="00F45A75">
        <w:rPr>
          <w:spacing w:val="0"/>
        </w:rPr>
        <w:t xml:space="preserve"> ajut</w:t>
      </w:r>
      <w:r w:rsidR="00B77061" w:rsidRPr="00F45A75">
        <w:rPr>
          <w:spacing w:val="0"/>
        </w:rPr>
        <w:t>ised</w:t>
      </w:r>
      <w:r w:rsidRPr="00F45A75">
        <w:rPr>
          <w:spacing w:val="0"/>
        </w:rPr>
        <w:t xml:space="preserve"> ehitised ja abirajatised.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71DD366D" w14:textId="13347FAF" w:rsidR="00667683" w:rsidRPr="00F45A75" w:rsidRDefault="00667683" w:rsidP="00F45A75">
      <w:pPr>
        <w:pStyle w:val="Loendilik"/>
        <w:numPr>
          <w:ilvl w:val="1"/>
          <w:numId w:val="33"/>
        </w:numPr>
        <w:jc w:val="both"/>
        <w:rPr>
          <w:spacing w:val="0"/>
        </w:rPr>
      </w:pPr>
      <w:r w:rsidRPr="00337F97">
        <w:rPr>
          <w:spacing w:val="0"/>
        </w:rPr>
        <w:t xml:space="preserve">Tagada </w:t>
      </w:r>
      <w:r w:rsidR="000671E5">
        <w:rPr>
          <w:spacing w:val="0"/>
        </w:rPr>
        <w:t>t</w:t>
      </w:r>
      <w:r w:rsidRPr="00337F97">
        <w:rPr>
          <w:spacing w:val="0"/>
        </w:rPr>
        <w: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lastRenderedPageBreak/>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w:t>
      </w:r>
      <w:proofErr w:type="spellStart"/>
      <w:r w:rsidRPr="00554433">
        <w:rPr>
          <w:spacing w:val="0"/>
        </w:rPr>
        <w:t>üldmaksumuse</w:t>
      </w:r>
      <w:proofErr w:type="spellEnd"/>
      <w:r w:rsidRPr="00554433">
        <w:rPr>
          <w:spacing w:val="0"/>
        </w:rPr>
        <w:t xml:space="preserv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11CE0E2C" w:rsidR="00543444" w:rsidRPr="007E1212" w:rsidRDefault="00543444" w:rsidP="008627D6">
      <w:pPr>
        <w:pStyle w:val="Loendilik"/>
        <w:numPr>
          <w:ilvl w:val="1"/>
          <w:numId w:val="33"/>
        </w:numPr>
        <w:jc w:val="both"/>
        <w:rPr>
          <w:spacing w:val="0"/>
        </w:rPr>
      </w:pPr>
      <w:r w:rsidRPr="007E1212">
        <w:rPr>
          <w:spacing w:val="0"/>
        </w:rPr>
        <w:t xml:space="preserve">Kaetud tööde </w:t>
      </w:r>
      <w:r w:rsidR="003D7D70" w:rsidRPr="007E1212">
        <w:rPr>
          <w:spacing w:val="0"/>
        </w:rPr>
        <w:t xml:space="preserve">ülevaatamine ja </w:t>
      </w:r>
      <w:r w:rsidRPr="007E1212">
        <w:rPr>
          <w:spacing w:val="0"/>
        </w:rPr>
        <w:t xml:space="preserve">vastuvõtmine toimub mõlema </w:t>
      </w:r>
      <w:r w:rsidR="003D7D70" w:rsidRPr="007E1212">
        <w:rPr>
          <w:spacing w:val="0"/>
        </w:rPr>
        <w:t>p</w:t>
      </w:r>
      <w:r w:rsidRPr="007E1212">
        <w:rPr>
          <w:spacing w:val="0"/>
        </w:rPr>
        <w:t>oole volitatud esindajate osavõtul, mille kohta vormistatakse kirjalik kaetud tööde akt.</w:t>
      </w:r>
      <w:r w:rsidR="00305D1B" w:rsidRPr="007E1212">
        <w:rPr>
          <w:spacing w:val="0"/>
        </w:rPr>
        <w:t xml:space="preserve"> </w:t>
      </w:r>
      <w:r w:rsidR="0053301B" w:rsidRPr="007E1212">
        <w:rPr>
          <w:spacing w:val="0"/>
        </w:rPr>
        <w:t>Akti allkirjastavad tellija, töövõtja ja vastutav pädev isik.</w:t>
      </w:r>
    </w:p>
    <w:p w14:paraId="6D363788" w14:textId="77777777" w:rsidR="00543444" w:rsidRPr="00554433" w:rsidRDefault="00543444" w:rsidP="008627D6">
      <w:pPr>
        <w:pStyle w:val="Loendilik"/>
        <w:numPr>
          <w:ilvl w:val="1"/>
          <w:numId w:val="33"/>
        </w:numPr>
        <w:jc w:val="both"/>
      </w:pPr>
      <w:r w:rsidRPr="007E1212">
        <w:rPr>
          <w:spacing w:val="0"/>
        </w:rPr>
        <w:t>Punktis 1</w:t>
      </w:r>
      <w:r w:rsidR="00A95CB9" w:rsidRPr="007E1212">
        <w:rPr>
          <w:spacing w:val="0"/>
        </w:rPr>
        <w:t>0</w:t>
      </w:r>
      <w:r w:rsidRPr="007E1212">
        <w:rPr>
          <w:spacing w:val="0"/>
        </w:rPr>
        <w:t xml:space="preserve">.1. nimetatud korrast võib kõrvale kalduda </w:t>
      </w:r>
      <w:r w:rsidR="00F26104" w:rsidRPr="007E1212">
        <w:rPr>
          <w:spacing w:val="0"/>
        </w:rPr>
        <w:t xml:space="preserve">vaid </w:t>
      </w:r>
      <w:r w:rsidRPr="007E1212">
        <w:rPr>
          <w:spacing w:val="0"/>
        </w:rPr>
        <w:t xml:space="preserve">juhul kui, vaatamata </w:t>
      </w:r>
      <w:r w:rsidR="00084BA6" w:rsidRPr="007E1212">
        <w:rPr>
          <w:spacing w:val="0"/>
        </w:rPr>
        <w:t>t</w:t>
      </w:r>
      <w:r w:rsidRPr="007E1212">
        <w:rPr>
          <w:spacing w:val="0"/>
        </w:rPr>
        <w:t xml:space="preserve">ellija esindaja informeerimisele kaetud tööde vastuvõtmisest, jääb esindaja kohale tulemata. Sellisel juhul informeerib </w:t>
      </w:r>
      <w:r w:rsidR="003D7D70" w:rsidRPr="007E1212">
        <w:rPr>
          <w:spacing w:val="0"/>
        </w:rPr>
        <w:t>t</w:t>
      </w:r>
      <w:r w:rsidRPr="007E1212">
        <w:rPr>
          <w:spacing w:val="0"/>
        </w:rPr>
        <w:t xml:space="preserve">öövõtja </w:t>
      </w:r>
      <w:r w:rsidR="003D7D70" w:rsidRPr="007E1212">
        <w:rPr>
          <w:spacing w:val="0"/>
        </w:rPr>
        <w:t>t</w:t>
      </w:r>
      <w:r w:rsidRPr="007E1212">
        <w:rPr>
          <w:spacing w:val="0"/>
        </w:rPr>
        <w:t>ellija esindajat kaetud töö asjaoludest ning erandkorras, kui see on tingitud konkreetse töö eripärast, vormistab kaetud</w:t>
      </w:r>
      <w:r w:rsidRPr="00554433">
        <w:rPr>
          <w:spacing w:val="0"/>
        </w:rPr>
        <w:t xml:space="preserve">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w:t>
      </w:r>
      <w:proofErr w:type="spellStart"/>
      <w:r w:rsidRPr="00554433">
        <w:rPr>
          <w:spacing w:val="0"/>
        </w:rPr>
        <w:t>üleandmata</w:t>
      </w:r>
      <w:proofErr w:type="spellEnd"/>
      <w:r w:rsidRPr="00554433">
        <w:rPr>
          <w:spacing w:val="0"/>
        </w:rPr>
        <w:t xml:space="preserve">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 xml:space="preserve">ellija esindaja soovi korral omal kulul avama </w:t>
      </w:r>
      <w:proofErr w:type="spellStart"/>
      <w:r w:rsidRPr="00554433">
        <w:rPr>
          <w:spacing w:val="0"/>
        </w:rPr>
        <w:t>üleandmata</w:t>
      </w:r>
      <w:proofErr w:type="spellEnd"/>
      <w:r w:rsidRPr="00554433">
        <w:rPr>
          <w:spacing w:val="0"/>
        </w:rPr>
        <w:t xml:space="preserve">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30EBCF93"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w:t>
      </w:r>
      <w:r w:rsidR="00EC39BF" w:rsidRPr="007E1212">
        <w:rPr>
          <w:spacing w:val="0"/>
        </w:rPr>
        <w:t xml:space="preserve">poolt toimub </w:t>
      </w:r>
      <w:r w:rsidR="004953A8" w:rsidRPr="007E1212">
        <w:rPr>
          <w:spacing w:val="0"/>
        </w:rPr>
        <w:t>perioodi jooksul faktiliselt teostatud tööde üleandmise akti alusel</w:t>
      </w:r>
      <w:r w:rsidR="0042344D" w:rsidRPr="007E1212">
        <w:rPr>
          <w:spacing w:val="0"/>
        </w:rPr>
        <w:t>, mille on allkirjastanud</w:t>
      </w:r>
      <w:r w:rsidR="0084056F" w:rsidRPr="007E1212">
        <w:rPr>
          <w:spacing w:val="0"/>
        </w:rPr>
        <w:t xml:space="preserve"> töövõtja ja vastutav pädev isik</w:t>
      </w:r>
      <w:r w:rsidR="0096739E" w:rsidRPr="007E1212">
        <w:rPr>
          <w:spacing w:val="0"/>
        </w:rPr>
        <w:t>.</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w:t>
      </w:r>
      <w:r w:rsidR="0096739E" w:rsidRPr="00554433">
        <w:rPr>
          <w:spacing w:val="0"/>
        </w:rPr>
        <w:lastRenderedPageBreak/>
        <w:t xml:space="preserve">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316539D8" w:rsidR="00EC39BF" w:rsidRPr="00554433" w:rsidRDefault="00B5699C" w:rsidP="008627D6">
      <w:pPr>
        <w:pStyle w:val="Loendilik"/>
        <w:numPr>
          <w:ilvl w:val="1"/>
          <w:numId w:val="33"/>
        </w:numPr>
        <w:jc w:val="both"/>
        <w:rPr>
          <w:spacing w:val="0"/>
        </w:rPr>
      </w:pPr>
      <w:r w:rsidRPr="00164587">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esindaja</w:t>
      </w:r>
      <w:r w:rsidR="00FC58D8">
        <w:rPr>
          <w:spacing w:val="0"/>
        </w:rPr>
        <w:t xml:space="preserve"> </w:t>
      </w:r>
      <w:r w:rsidR="00FC58D8" w:rsidRPr="007E1212">
        <w:rPr>
          <w:spacing w:val="0"/>
        </w:rPr>
        <w:t>ja vastutava pädeva isiku</w:t>
      </w:r>
      <w:r w:rsidR="00EC39BF" w:rsidRPr="007E1212">
        <w:rPr>
          <w:spacing w:val="0"/>
        </w:rPr>
        <w:t xml:space="preserve"> poolt</w:t>
      </w:r>
      <w:r w:rsidR="00EC39BF" w:rsidRPr="00554433">
        <w:rPr>
          <w:spacing w:val="0"/>
        </w:rPr>
        <w:t xml:space="preserve">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3A8DDA56" w:rsidR="001515C2" w:rsidRPr="0098194E" w:rsidRDefault="009C4ED0" w:rsidP="008627D6">
      <w:pPr>
        <w:pStyle w:val="Loendilik"/>
        <w:numPr>
          <w:ilvl w:val="1"/>
          <w:numId w:val="33"/>
        </w:numPr>
        <w:jc w:val="both"/>
        <w:rPr>
          <w:spacing w:val="0"/>
        </w:rPr>
      </w:pPr>
      <w:r w:rsidRPr="0098194E">
        <w:rPr>
          <w:spacing w:val="0"/>
        </w:rPr>
        <w:t xml:space="preserve">Viimane makse, mis ei tohi olla väiksem kui </w:t>
      </w:r>
      <w:r w:rsidR="009F6588">
        <w:rPr>
          <w:spacing w:val="0"/>
        </w:rPr>
        <w:t>15</w:t>
      </w:r>
      <w:r w:rsidRPr="0098194E">
        <w:rPr>
          <w:spacing w:val="0"/>
        </w:rPr>
        <w:t xml:space="preserve"> (</w:t>
      </w:r>
      <w:r w:rsidR="009F6588">
        <w:rPr>
          <w:spacing w:val="0"/>
        </w:rPr>
        <w:t>viisteist</w:t>
      </w:r>
      <w:r w:rsidRPr="0098194E">
        <w:rPr>
          <w:spacing w:val="0"/>
        </w:rPr>
        <w:t>) % lepingu hinnast, sooritatakse töövõtjale 3 (kolme) tööpäeva jooksul peale ehitusobjektile kasutusloa/kasutusteatis</w:t>
      </w:r>
      <w:r w:rsidR="00D930A8" w:rsidRPr="0098194E">
        <w:rPr>
          <w:spacing w:val="0"/>
        </w:rPr>
        <w:t>e</w:t>
      </w:r>
      <w:r w:rsidRPr="0098194E">
        <w:rPr>
          <w:spacing w:val="0"/>
        </w:rPr>
        <w:t xml:space="preserve"> </w:t>
      </w:r>
      <w:r w:rsidR="00B37641" w:rsidRPr="0098194E">
        <w:rPr>
          <w:spacing w:val="0"/>
        </w:rPr>
        <w:t>saamist</w:t>
      </w:r>
      <w:r w:rsidR="0002292D" w:rsidRPr="0098194E">
        <w:rPr>
          <w:spacing w:val="0"/>
        </w:rPr>
        <w:t>/kooskõlastust</w:t>
      </w:r>
      <w:r w:rsidR="00B37641" w:rsidRPr="0098194E">
        <w:rPr>
          <w:spacing w:val="0"/>
        </w:rPr>
        <w: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w:t>
      </w:r>
      <w:proofErr w:type="spellStart"/>
      <w:r w:rsidR="00BA0CDE" w:rsidRPr="00BA0CDE">
        <w:rPr>
          <w:spacing w:val="0"/>
        </w:rPr>
        <w:t>arveldaja</w:t>
      </w:r>
      <w:proofErr w:type="spellEnd"/>
      <w:r w:rsidR="00BA0CDE" w:rsidRPr="00BA0CDE">
        <w:rPr>
          <w:spacing w:val="0"/>
        </w:rPr>
        <w:t>,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0C130D0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w:t>
      </w:r>
      <w:r w:rsidR="00CD6ACB">
        <w:rPr>
          <w:spacing w:val="0"/>
        </w:rPr>
        <w:t>viivitamatult</w:t>
      </w:r>
      <w:r w:rsidR="009109EE" w:rsidRPr="00554433">
        <w:rPr>
          <w:spacing w:val="0"/>
        </w:rPr>
        <w:t xml:space="preserve">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öövõtjale. T</w:t>
      </w:r>
      <w:r w:rsidR="0096622A">
        <w:rPr>
          <w:spacing w:val="0"/>
        </w:rPr>
        <w:t>ellija</w:t>
      </w:r>
      <w:r w:rsidR="009109EE" w:rsidRPr="00554433">
        <w:rPr>
          <w:spacing w:val="0"/>
        </w:rPr>
        <w:t xml:space="preserve">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139DFC43" w:rsidR="00A04F72" w:rsidRPr="00554433" w:rsidRDefault="009109EE" w:rsidP="008627D6">
      <w:pPr>
        <w:pStyle w:val="Loendilik"/>
        <w:numPr>
          <w:ilvl w:val="1"/>
          <w:numId w:val="33"/>
        </w:numPr>
        <w:jc w:val="both"/>
        <w:rPr>
          <w:spacing w:val="0"/>
        </w:rPr>
      </w:pPr>
      <w:r w:rsidRPr="00554433">
        <w:rPr>
          <w:spacing w:val="0"/>
        </w:rPr>
        <w:t xml:space="preserve">Kui </w:t>
      </w:r>
      <w:r w:rsidR="0038024A">
        <w:rPr>
          <w:spacing w:val="0"/>
        </w:rPr>
        <w:t>t</w:t>
      </w:r>
      <w:r w:rsidRPr="00554433">
        <w:rPr>
          <w:spacing w:val="0"/>
        </w:rPr>
        <w:t xml:space="preserve">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lastRenderedPageBreak/>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04DF21CC" w:rsidR="005103AC" w:rsidRPr="007D5605" w:rsidRDefault="005103AC" w:rsidP="008627D6">
      <w:pPr>
        <w:pStyle w:val="Loendilik"/>
        <w:numPr>
          <w:ilvl w:val="1"/>
          <w:numId w:val="33"/>
        </w:numPr>
        <w:jc w:val="both"/>
        <w:rPr>
          <w:spacing w:val="0"/>
        </w:rPr>
      </w:pPr>
      <w:r w:rsidRPr="007D5605">
        <w:rPr>
          <w:spacing w:val="0"/>
        </w:rPr>
        <w:t xml:space="preserve">Töövõtjal on õigus nõuda tellijalt arvete mittetähtaegse tasumise korral viivist 0,15% tähtajaks tasumata summalt iga viivitatud </w:t>
      </w:r>
      <w:r w:rsidR="00E96231">
        <w:rPr>
          <w:spacing w:val="0"/>
        </w:rPr>
        <w:t>kalendri</w:t>
      </w:r>
      <w:r w:rsidRPr="007D5605">
        <w:rPr>
          <w:spacing w:val="0"/>
        </w:rPr>
        <w:t>päeva eest (esitatud arvete alusel).</w:t>
      </w:r>
    </w:p>
    <w:p w14:paraId="5F7EB9C7" w14:textId="0689672F" w:rsidR="00926027" w:rsidRPr="007D5605" w:rsidRDefault="005103AC" w:rsidP="008627D6">
      <w:pPr>
        <w:pStyle w:val="Loendilik"/>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w:t>
      </w:r>
      <w:proofErr w:type="spellStart"/>
      <w:r w:rsidR="001023BF" w:rsidRPr="007D5605">
        <w:rPr>
          <w:spacing w:val="0"/>
        </w:rPr>
        <w:t>üldmaksumusest</w:t>
      </w:r>
      <w:proofErr w:type="spellEnd"/>
      <w:r w:rsidR="001023BF" w:rsidRPr="007D5605">
        <w:rPr>
          <w:spacing w:val="0"/>
        </w:rPr>
        <w:t xml:space="preserve"> </w:t>
      </w:r>
      <w:r w:rsidRPr="007D5605">
        <w:rPr>
          <w:spacing w:val="0"/>
        </w:rPr>
        <w:t xml:space="preserve">iga lepingus sätestatud lõpptähtaega ületanud </w:t>
      </w:r>
      <w:r w:rsidR="00B3755F" w:rsidRPr="003135B6">
        <w:rPr>
          <w:spacing w:val="0"/>
        </w:rPr>
        <w:t>kalendripäeva</w:t>
      </w:r>
      <w:r w:rsidR="00B3755F">
        <w:rPr>
          <w:spacing w:val="0"/>
        </w:rPr>
        <w:t xml:space="preserve"> </w:t>
      </w:r>
      <w:r w:rsidRPr="007D5605">
        <w:rPr>
          <w:spacing w:val="0"/>
        </w:rPr>
        <w:t xml:space="preserve">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77777777"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D21B88"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D21B88" w:rsidRPr="00554433">
        <w:rPr>
          <w:spacing w:val="0"/>
        </w:rPr>
        <w:t xml:space="preserve"> </w:t>
      </w:r>
      <w:r w:rsidR="00D21B88" w:rsidRPr="00554433">
        <w:rPr>
          <w:spacing w:val="0"/>
        </w:rPr>
        <w:fldChar w:fldCharType="begin"/>
      </w:r>
      <w:r w:rsidR="00D21B88" w:rsidRPr="00554433">
        <w:rPr>
          <w:spacing w:val="0"/>
        </w:rPr>
        <w:instrText>MACROBUTTON NoMacro [</w:instrText>
      </w:r>
      <w:r w:rsidR="002E2CD0" w:rsidRPr="00554433">
        <w:rPr>
          <w:spacing w:val="0"/>
        </w:rPr>
        <w:instrText>Sisesta e-post</w:instrText>
      </w:r>
      <w:r w:rsidR="00D21B88" w:rsidRPr="00554433">
        <w:rPr>
          <w:spacing w:val="0"/>
        </w:rPr>
        <w:instrText>]</w:instrText>
      </w:r>
      <w:r w:rsidR="00D21B88" w:rsidRPr="00554433">
        <w:rPr>
          <w:spacing w:val="0"/>
        </w:rPr>
        <w:fldChar w:fldCharType="end"/>
      </w:r>
      <w:r w:rsidR="00D21B88" w:rsidRPr="00554433">
        <w:rPr>
          <w:spacing w:val="0"/>
        </w:rPr>
        <w:t>;</w:t>
      </w:r>
    </w:p>
    <w:p w14:paraId="036DDA67" w14:textId="420C726D"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004B1391">
        <w:rPr>
          <w:spacing w:val="0"/>
        </w:rPr>
        <w:t>(</w:t>
      </w:r>
      <w:r w:rsidR="004B1391" w:rsidRPr="00554433">
        <w:rPr>
          <w:spacing w:val="0"/>
        </w:rPr>
        <w:t>projektijuh</w:t>
      </w:r>
      <w:r w:rsidR="004B1391">
        <w:rPr>
          <w:spacing w:val="0"/>
        </w:rPr>
        <w:t xml:space="preserve">t) </w:t>
      </w:r>
      <w:r w:rsidRPr="00554433">
        <w:rPr>
          <w:spacing w:val="0"/>
        </w:rPr>
        <w:fldChar w:fldCharType="begin"/>
      </w:r>
      <w:r w:rsidRPr="00554433">
        <w:rPr>
          <w:spacing w:val="0"/>
        </w:rPr>
        <w:instrText xml:space="preserve"> MACROBUTTON  AcceptAllChangesInDoc [Sisesta ametinimetus] </w:instrText>
      </w:r>
      <w:r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D21B88" w:rsidRPr="00554433">
        <w:rPr>
          <w:spacing w:val="0"/>
        </w:rPr>
        <w:t>;</w:t>
      </w:r>
    </w:p>
    <w:p w14:paraId="28605904" w14:textId="77777777"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 xml:space="preserve">järelevalvet teostab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 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77777777" w:rsidR="00D21B88" w:rsidRPr="00554433" w:rsidRDefault="00D21B88" w:rsidP="00FF59A2">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2E2CD0" w:rsidRPr="00554433">
        <w:rPr>
          <w:spacing w:val="0"/>
        </w:rPr>
        <w:t>;</w:t>
      </w:r>
    </w:p>
    <w:p w14:paraId="4C860739" w14:textId="77777777" w:rsidR="00D21B88" w:rsidRPr="00554433" w:rsidRDefault="00D21B88" w:rsidP="00FF59A2">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A9606E" w:rsidRPr="00554433">
        <w:rPr>
          <w:spacing w:val="0"/>
        </w:rPr>
        <w:fldChar w:fldCharType="begin"/>
      </w:r>
      <w:r w:rsidR="00A9606E" w:rsidRPr="00554433">
        <w:rPr>
          <w:spacing w:val="0"/>
        </w:rPr>
        <w:instrText xml:space="preserve"> MACROBUTTON  AcceptAllChangesInDoc [Sisesta ametinimetus] </w:instrText>
      </w:r>
      <w:r w:rsidR="00A9606E" w:rsidRPr="00554433">
        <w:rPr>
          <w:spacing w:val="0"/>
        </w:rPr>
        <w:fldChar w:fldCharType="end"/>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45429A" w:rsidRPr="00554433">
        <w:rPr>
          <w:spacing w:val="0"/>
        </w:rPr>
        <w:t>;</w:t>
      </w:r>
    </w:p>
    <w:p w14:paraId="6225F507" w14:textId="4C505E65" w:rsidR="00323196" w:rsidRDefault="00010E89" w:rsidP="00A9606E">
      <w:pPr>
        <w:pStyle w:val="Loendilik"/>
        <w:numPr>
          <w:ilvl w:val="2"/>
          <w:numId w:val="33"/>
        </w:numPr>
        <w:jc w:val="both"/>
        <w:rPr>
          <w:spacing w:val="0"/>
        </w:rPr>
      </w:pPr>
      <w:r w:rsidRPr="00554433">
        <w:rPr>
          <w:spacing w:val="0"/>
        </w:rPr>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882874" w:rsidRPr="00554433">
        <w:rPr>
          <w:spacing w:val="0"/>
        </w:rPr>
        <w:fldChar w:fldCharType="begin"/>
      </w:r>
      <w:r w:rsidR="00882874" w:rsidRPr="00554433">
        <w:rPr>
          <w:spacing w:val="0"/>
        </w:rPr>
        <w:instrText>MACROBUTTON NoMacro [</w:instrText>
      </w:r>
      <w:r w:rsidR="002E2CD0" w:rsidRPr="00554433">
        <w:rPr>
          <w:spacing w:val="0"/>
        </w:rPr>
        <w:instrText>Sisesta e</w:instrText>
      </w:r>
      <w:r w:rsidR="00882874" w:rsidRPr="00554433">
        <w:rPr>
          <w:spacing w:val="0"/>
        </w:rPr>
        <w:instrText>ttevõtte nimi, milles töötab põhitöökohal]</w:instrText>
      </w:r>
      <w:r w:rsidR="00882874" w:rsidRPr="00554433">
        <w:rPr>
          <w:spacing w:val="0"/>
        </w:rPr>
        <w:fldChar w:fldCharType="end"/>
      </w:r>
      <w:r w:rsidR="00882874" w:rsidRPr="00554433">
        <w:rPr>
          <w:spacing w:val="0"/>
        </w:rPr>
        <w:t xml:space="preserve">, </w:t>
      </w:r>
      <w:r w:rsidR="001E1A21" w:rsidRPr="00554433">
        <w:rPr>
          <w:spacing w:val="0"/>
        </w:rPr>
        <w:fldChar w:fldCharType="begin"/>
      </w:r>
      <w:r w:rsidR="001E1A21" w:rsidRPr="00554433">
        <w:rPr>
          <w:spacing w:val="0"/>
        </w:rPr>
        <w:instrText xml:space="preserve"> MACROBUTTON  AcceptAllChangesInDoc [Sisesta ametinimetus] </w:instrText>
      </w:r>
      <w:r w:rsidR="001E1A21" w:rsidRPr="00554433">
        <w:rPr>
          <w:spacing w:val="0"/>
        </w:rPr>
        <w:fldChar w:fldCharType="end"/>
      </w:r>
      <w:r w:rsidR="002E2CD0" w:rsidRPr="00554433">
        <w:rPr>
          <w:spacing w:val="0"/>
        </w:rPr>
        <w:t xml:space="preserve"> </w:t>
      </w:r>
      <w:r w:rsidR="002E2CD0" w:rsidRPr="00554433">
        <w:rPr>
          <w:spacing w:val="0"/>
        </w:rPr>
        <w:fldChar w:fldCharType="begin"/>
      </w:r>
      <w:r w:rsidR="002E2CD0" w:rsidRPr="00554433">
        <w:rPr>
          <w:spacing w:val="0"/>
        </w:rPr>
        <w:instrText>MACROBUTTON NoMacro [Sisesta eesnimi ja perekonnanimi]</w:instrText>
      </w:r>
      <w:r w:rsidR="002E2CD0" w:rsidRPr="00554433">
        <w:rPr>
          <w:spacing w:val="0"/>
        </w:rPr>
        <w:fldChar w:fldCharType="end"/>
      </w:r>
      <w:r w:rsidR="005A5F0E" w:rsidRPr="00554433">
        <w:rPr>
          <w:spacing w:val="0"/>
        </w:rPr>
        <w:t xml:space="preserve"> tel</w:t>
      </w:r>
      <w:r w:rsidR="002E2CD0" w:rsidRPr="00554433">
        <w:rPr>
          <w:spacing w:val="0"/>
        </w:rPr>
        <w:t xml:space="preserve"> </w:t>
      </w:r>
      <w:r w:rsidR="002E2CD0" w:rsidRPr="00554433">
        <w:rPr>
          <w:spacing w:val="0"/>
        </w:rPr>
        <w:fldChar w:fldCharType="begin"/>
      </w:r>
      <w:r w:rsidR="002E2CD0" w:rsidRPr="00554433">
        <w:rPr>
          <w:spacing w:val="0"/>
        </w:rPr>
        <w:instrText xml:space="preserve"> MACROBUTTON  AcceptAllChangesInDoc [Sisesta number] </w:instrText>
      </w:r>
      <w:r w:rsidR="002E2CD0" w:rsidRPr="00554433">
        <w:rPr>
          <w:spacing w:val="0"/>
        </w:rPr>
        <w:fldChar w:fldCharType="end"/>
      </w:r>
      <w:r w:rsidR="005A5F0E" w:rsidRPr="00554433">
        <w:rPr>
          <w:spacing w:val="0"/>
        </w:rPr>
        <w:t>e-post</w:t>
      </w:r>
      <w:r w:rsidR="002E2CD0" w:rsidRPr="00554433">
        <w:rPr>
          <w:spacing w:val="0"/>
        </w:rPr>
        <w:t xml:space="preserve"> </w:t>
      </w:r>
      <w:r w:rsidR="002E2CD0" w:rsidRPr="00554433">
        <w:rPr>
          <w:spacing w:val="0"/>
        </w:rPr>
        <w:fldChar w:fldCharType="begin"/>
      </w:r>
      <w:r w:rsidR="002E2CD0" w:rsidRPr="00554433">
        <w:rPr>
          <w:spacing w:val="0"/>
        </w:rPr>
        <w:instrText>MACROBUTTON NoMacro [Sisesta e-post]</w:instrText>
      </w:r>
      <w:r w:rsidR="002E2CD0" w:rsidRPr="00554433">
        <w:rPr>
          <w:spacing w:val="0"/>
        </w:rPr>
        <w:fldChar w:fldCharType="end"/>
      </w:r>
      <w:r w:rsidR="009E02CA" w:rsidRPr="00554433">
        <w:rPr>
          <w:spacing w:val="0"/>
        </w:rPr>
        <w:t>.</w:t>
      </w:r>
    </w:p>
    <w:p w14:paraId="52CC4CF3" w14:textId="77777777" w:rsidR="003C0F7B" w:rsidRDefault="003C0F7B" w:rsidP="003C0F7B">
      <w:pPr>
        <w:pStyle w:val="Loendilik"/>
        <w:jc w:val="both"/>
        <w:rPr>
          <w:spacing w:val="0"/>
        </w:rPr>
      </w:pPr>
    </w:p>
    <w:p w14:paraId="594A5146" w14:textId="77777777" w:rsidR="003C0F7B" w:rsidRDefault="003C0F7B" w:rsidP="003C0F7B">
      <w:pPr>
        <w:pStyle w:val="Loendilik"/>
        <w:jc w:val="both"/>
        <w:rPr>
          <w:spacing w:val="0"/>
        </w:rPr>
      </w:pPr>
    </w:p>
    <w:p w14:paraId="5196F442" w14:textId="77777777" w:rsidR="003C0F7B" w:rsidRPr="00023C5A" w:rsidRDefault="003C0F7B" w:rsidP="003C0F7B">
      <w:pPr>
        <w:pStyle w:val="Loendilik"/>
        <w:jc w:val="both"/>
        <w:rPr>
          <w:spacing w:val="0"/>
        </w:rPr>
      </w:pP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lastRenderedPageBreak/>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 xml:space="preserve">E-kirja teel edastatud teated peetakse </w:t>
      </w:r>
      <w:proofErr w:type="spellStart"/>
      <w:r w:rsidRPr="00554433">
        <w:rPr>
          <w:spacing w:val="0"/>
        </w:rPr>
        <w:t>kättesaaduks</w:t>
      </w:r>
      <w:proofErr w:type="spellEnd"/>
      <w:r w:rsidRPr="00554433">
        <w:rPr>
          <w:spacing w:val="0"/>
        </w:rPr>
        <w:t xml:space="preserve">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2F804B6A"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r w:rsidR="006D6E2C">
        <w:rPr>
          <w:spacing w:val="0"/>
        </w:rPr>
        <w:t>t</w:t>
      </w:r>
      <w:r w:rsidRPr="00554433">
        <w:rPr>
          <w:spacing w:val="0"/>
        </w:rPr>
        <w:t>.</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7777777" w:rsidR="00FF59A2" w:rsidRDefault="003C0F7B"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BE2D03" w:rsidRPr="00554433">
            <w:rPr>
              <w:spacing w:val="0"/>
            </w:rPr>
            <w:t>[Vali sobiv]</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29"/>
        <w:gridCol w:w="4473"/>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52571482" w:rsidR="00561311" w:rsidRDefault="00912DC2" w:rsidP="00155339">
            <w:pPr>
              <w:tabs>
                <w:tab w:val="left" w:pos="4320"/>
              </w:tabs>
              <w:jc w:val="both"/>
              <w:rPr>
                <w:spacing w:val="0"/>
              </w:rPr>
            </w:pPr>
            <w:r>
              <w:rPr>
                <w:spacing w:val="0"/>
              </w:rPr>
              <w:t xml:space="preserve">Mõisa/3 </w:t>
            </w:r>
            <w:proofErr w:type="spellStart"/>
            <w:r w:rsidR="0046327F">
              <w:rPr>
                <w:spacing w:val="0"/>
              </w:rPr>
              <w:t>Sagadi</w:t>
            </w:r>
            <w:proofErr w:type="spellEnd"/>
            <w:r w:rsidR="00B21C20">
              <w:rPr>
                <w:spacing w:val="0"/>
              </w:rPr>
              <w:t xml:space="preserve"> küla, Haljala</w:t>
            </w:r>
            <w:r w:rsidR="0046327F">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77777777" w:rsidR="00310542" w:rsidRPr="00487EC6" w:rsidRDefault="00DD3F45" w:rsidP="00155339">
            <w:pPr>
              <w:tabs>
                <w:tab w:val="left" w:pos="4320"/>
              </w:tabs>
              <w:jc w:val="both"/>
              <w:rPr>
                <w:spacing w:val="-3"/>
              </w:rPr>
            </w:pPr>
            <w:r w:rsidRPr="00487EC6">
              <w:rPr>
                <w:spacing w:val="0"/>
              </w:rPr>
              <w:fldChar w:fldCharType="begin"/>
            </w:r>
            <w:r w:rsidRPr="00487EC6">
              <w:rPr>
                <w:spacing w:val="0"/>
              </w:rPr>
              <w:instrText xml:space="preserve"> MACROBUTTON  AcceptAllChangesInDoc [Sisesta juriidilise isiku või FIE nimi] </w:instrText>
            </w:r>
            <w:r w:rsidRPr="00487EC6">
              <w:rPr>
                <w:spacing w:val="0"/>
              </w:rPr>
              <w:fldChar w:fldCharType="end"/>
            </w:r>
          </w:p>
          <w:p w14:paraId="11D5E8DA" w14:textId="77777777" w:rsidR="00310542" w:rsidRPr="00487EC6" w:rsidRDefault="00310542" w:rsidP="00155339">
            <w:pPr>
              <w:tabs>
                <w:tab w:val="left" w:pos="4320"/>
              </w:tabs>
              <w:jc w:val="both"/>
              <w:rPr>
                <w:spacing w:val="-3"/>
              </w:rPr>
            </w:pPr>
            <w:r w:rsidRPr="00487EC6">
              <w:rPr>
                <w:spacing w:val="-3"/>
              </w:rPr>
              <w:t xml:space="preserve">Registrikood </w:t>
            </w:r>
            <w:r w:rsidR="00BE2D03" w:rsidRPr="00487EC6">
              <w:rPr>
                <w:spacing w:val="-3"/>
              </w:rPr>
              <w:fldChar w:fldCharType="begin"/>
            </w:r>
            <w:r w:rsidR="00BE2D03" w:rsidRPr="00487EC6">
              <w:rPr>
                <w:spacing w:val="-3"/>
              </w:rPr>
              <w:instrText xml:space="preserve"> MACROBUTTON  AcceptAllChangesInDoc [Sisesta registrikood] </w:instrText>
            </w:r>
            <w:r w:rsidR="00BE2D03" w:rsidRPr="00487EC6">
              <w:rPr>
                <w:spacing w:val="-3"/>
              </w:rPr>
              <w:fldChar w:fldCharType="end"/>
            </w:r>
          </w:p>
          <w:p w14:paraId="5652AE76" w14:textId="77777777" w:rsidR="00310542" w:rsidRPr="00487EC6" w:rsidRDefault="00310542" w:rsidP="00155339">
            <w:pPr>
              <w:tabs>
                <w:tab w:val="left" w:pos="4320"/>
              </w:tabs>
              <w:jc w:val="both"/>
              <w:rPr>
                <w:spacing w:val="-3"/>
              </w:rPr>
            </w:pPr>
            <w:r w:rsidRPr="00487EC6">
              <w:rPr>
                <w:spacing w:val="-3"/>
              </w:rPr>
              <w:fldChar w:fldCharType="begin"/>
            </w:r>
            <w:r w:rsidRPr="00487EC6">
              <w:rPr>
                <w:spacing w:val="-3"/>
              </w:rPr>
              <w:instrText>MACROBUTTON  AcceptAllChangesInDoc [Sisesta aadress]</w:instrText>
            </w:r>
            <w:r w:rsidRPr="00487EC6">
              <w:rPr>
                <w:spacing w:val="-3"/>
              </w:rPr>
              <w:fldChar w:fldCharType="end"/>
            </w:r>
          </w:p>
          <w:p w14:paraId="3CFBD8B5" w14:textId="77777777" w:rsidR="00310542" w:rsidRPr="00487EC6" w:rsidRDefault="00BE2D03" w:rsidP="00155339">
            <w:pPr>
              <w:tabs>
                <w:tab w:val="left" w:pos="4320"/>
              </w:tabs>
              <w:jc w:val="both"/>
              <w:rPr>
                <w:spacing w:val="-3"/>
              </w:rPr>
            </w:pPr>
            <w:r w:rsidRPr="00487EC6">
              <w:rPr>
                <w:spacing w:val="-3"/>
              </w:rPr>
              <w:t xml:space="preserve">Tel </w:t>
            </w:r>
            <w:r w:rsidRPr="00487EC6">
              <w:rPr>
                <w:spacing w:val="-3"/>
              </w:rPr>
              <w:fldChar w:fldCharType="begin"/>
            </w:r>
            <w:r w:rsidRPr="00487EC6">
              <w:rPr>
                <w:spacing w:val="-3"/>
              </w:rPr>
              <w:instrText xml:space="preserve"> MACROBUTTON  AcceptAllChangesInDoc [Sisesta number] </w:instrText>
            </w:r>
            <w:r w:rsidRPr="00487EC6">
              <w:rPr>
                <w:spacing w:val="-3"/>
              </w:rPr>
              <w:fldChar w:fldCharType="end"/>
            </w:r>
          </w:p>
          <w:p w14:paraId="24B56A8D" w14:textId="77777777" w:rsidR="00561311" w:rsidRPr="00487EC6" w:rsidRDefault="005A5F0E" w:rsidP="005A5F0E">
            <w:pPr>
              <w:tabs>
                <w:tab w:val="left" w:pos="4320"/>
              </w:tabs>
              <w:jc w:val="both"/>
              <w:rPr>
                <w:iCs/>
                <w:spacing w:val="0"/>
              </w:rPr>
            </w:pPr>
            <w:r w:rsidRPr="00487EC6">
              <w:rPr>
                <w:iCs/>
                <w:spacing w:val="0"/>
              </w:rPr>
              <w:t xml:space="preserve">E-post </w:t>
            </w:r>
            <w:r w:rsidRPr="00487EC6">
              <w:rPr>
                <w:spacing w:val="-3"/>
              </w:rPr>
              <w:fldChar w:fldCharType="begin"/>
            </w:r>
            <w:r w:rsidRPr="00487EC6">
              <w:rPr>
                <w:spacing w:val="-3"/>
              </w:rPr>
              <w:instrText xml:space="preserve"> MACROBUTTON  AcceptAllChangesInDoc [Sisesta e-post] </w:instrText>
            </w:r>
            <w:r w:rsidRPr="00487EC6">
              <w:rPr>
                <w:spacing w:val="-3"/>
              </w:rPr>
              <w:fldChar w:fldCharType="end"/>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20776E">
        <w:tc>
          <w:tcPr>
            <w:tcW w:w="4606" w:type="dxa"/>
          </w:tcPr>
          <w:p w14:paraId="58B9C082" w14:textId="77777777" w:rsidR="00487EC6" w:rsidRDefault="003C0F7B"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487EC6" w:rsidRPr="00495612">
                  <w:rPr>
                    <w:spacing w:val="0"/>
                  </w:rPr>
                  <w:t>[Vali sobiv]</w:t>
                </w:r>
              </w:sdtContent>
            </w:sdt>
          </w:p>
        </w:tc>
        <w:tc>
          <w:tcPr>
            <w:tcW w:w="4606" w:type="dxa"/>
          </w:tcPr>
          <w:p w14:paraId="691B1F1B" w14:textId="77777777" w:rsidR="00487EC6" w:rsidRDefault="003C0F7B"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487EC6" w:rsidRPr="00495612">
                  <w:rPr>
                    <w:iCs/>
                    <w:spacing w:val="0"/>
                  </w:rPr>
                  <w:t>[Vali sobiv]</w:t>
                </w:r>
              </w:sdtContent>
            </w:sdt>
          </w:p>
        </w:tc>
      </w:tr>
      <w:tr w:rsidR="00487EC6" w14:paraId="0FBB1407" w14:textId="77777777" w:rsidTr="0020776E">
        <w:tc>
          <w:tcPr>
            <w:tcW w:w="4606" w:type="dxa"/>
          </w:tcPr>
          <w:p w14:paraId="20301193" w14:textId="77777777" w:rsidR="00487EC6" w:rsidRDefault="00487EC6" w:rsidP="0020776E"/>
        </w:tc>
        <w:tc>
          <w:tcPr>
            <w:tcW w:w="4606" w:type="dxa"/>
          </w:tcPr>
          <w:p w14:paraId="6F1EE81A" w14:textId="77777777" w:rsidR="00487EC6" w:rsidRDefault="00487EC6" w:rsidP="0020776E"/>
        </w:tc>
      </w:tr>
      <w:tr w:rsidR="00487EC6" w14:paraId="4EA41463" w14:textId="77777777" w:rsidTr="0020776E">
        <w:tc>
          <w:tcPr>
            <w:tcW w:w="4606" w:type="dxa"/>
          </w:tcPr>
          <w:p w14:paraId="16FBF74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c>
          <w:tcPr>
            <w:tcW w:w="4606" w:type="dxa"/>
          </w:tcPr>
          <w:p w14:paraId="5B4A5B79" w14:textId="77777777" w:rsidR="00487EC6" w:rsidRDefault="00487EC6" w:rsidP="00495612">
            <w:pPr>
              <w:tabs>
                <w:tab w:val="left" w:pos="4320"/>
              </w:tabs>
              <w:jc w:val="both"/>
            </w:pPr>
            <w:r w:rsidRPr="00495612">
              <w:rPr>
                <w:spacing w:val="0"/>
              </w:rPr>
              <w:fldChar w:fldCharType="begin"/>
            </w:r>
            <w:r w:rsidRPr="00495612">
              <w:rPr>
                <w:spacing w:val="0"/>
              </w:rPr>
              <w:instrText xml:space="preserve"> MACROBUTTON  AcceptAllChangesInDoc [Sisesta eesnimi ja perekonnanimi] </w:instrText>
            </w:r>
            <w:r w:rsidRPr="00495612">
              <w:rPr>
                <w:spacing w:val="0"/>
              </w:rPr>
              <w:fldChar w:fldCharType="end"/>
            </w:r>
          </w:p>
        </w:tc>
      </w:tr>
    </w:tbl>
    <w:p w14:paraId="07AEF53B" w14:textId="77777777" w:rsidR="00487EC6" w:rsidRPr="00487EC6" w:rsidRDefault="00487EC6" w:rsidP="00FF59A2">
      <w:pPr>
        <w:tabs>
          <w:tab w:val="left" w:pos="4320"/>
        </w:tabs>
        <w:jc w:val="both"/>
        <w:rPr>
          <w:spacing w:val="0"/>
        </w:rPr>
      </w:pPr>
    </w:p>
    <w:sectPr w:rsidR="00487EC6" w:rsidRPr="00487EC6" w:rsidSect="0061652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0BE5B" w14:textId="77777777" w:rsidR="0061652F" w:rsidRDefault="0061652F">
      <w:r>
        <w:separator/>
      </w:r>
    </w:p>
  </w:endnote>
  <w:endnote w:type="continuationSeparator" w:id="0">
    <w:p w14:paraId="2DA5815D" w14:textId="77777777" w:rsidR="0061652F" w:rsidRDefault="0061652F">
      <w:r>
        <w:continuationSeparator/>
      </w:r>
    </w:p>
  </w:endnote>
  <w:endnote w:type="continuationNotice" w:id="1">
    <w:p w14:paraId="3477B334" w14:textId="77777777" w:rsidR="0061652F" w:rsidRDefault="00616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D8E33" w14:textId="77777777" w:rsidR="0061652F" w:rsidRDefault="0061652F">
      <w:r>
        <w:separator/>
      </w:r>
    </w:p>
  </w:footnote>
  <w:footnote w:type="continuationSeparator" w:id="0">
    <w:p w14:paraId="7D1184CB" w14:textId="77777777" w:rsidR="0061652F" w:rsidRDefault="0061652F">
      <w:r>
        <w:continuationSeparator/>
      </w:r>
    </w:p>
  </w:footnote>
  <w:footnote w:type="continuationNotice" w:id="1">
    <w:p w14:paraId="0A2BC232" w14:textId="77777777" w:rsidR="0061652F" w:rsidRDefault="006165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79FC746A" w:rsidR="0020776E" w:rsidRDefault="0020776E">
        <w:pPr>
          <w:pStyle w:val="Pis"/>
          <w:jc w:val="center"/>
        </w:pPr>
        <w:r>
          <w:fldChar w:fldCharType="begin"/>
        </w:r>
        <w:r>
          <w:instrText>PAGE   \* MERGEFORMAT</w:instrText>
        </w:r>
        <w:r>
          <w:fldChar w:fldCharType="separate"/>
        </w:r>
        <w:r w:rsidR="00CD44EE">
          <w:rPr>
            <w:noProof/>
          </w:rPr>
          <w:t>8</w:t>
        </w:r>
        <w:r>
          <w:fldChar w:fldCharType="end"/>
        </w:r>
      </w:p>
    </w:sdtContent>
  </w:sdt>
  <w:p w14:paraId="215C3A16" w14:textId="77777777" w:rsidR="0020776E" w:rsidRDefault="0020776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Default="0020776E">
    <w:pPr>
      <w:pStyle w:val="Pis"/>
      <w:rPr>
        <w:b/>
      </w:rPr>
    </w:pPr>
    <w:r w:rsidRPr="00E70F10">
      <w:rPr>
        <w:b/>
      </w:rPr>
      <w:t>HANKELEPINGU VORM</w:t>
    </w:r>
    <w:r>
      <w:rPr>
        <w:b/>
      </w:rPr>
      <w:tab/>
    </w:r>
    <w:r>
      <w:rPr>
        <w:b/>
      </w:rPr>
      <w:tab/>
      <w:t>Hankedokumentide lisa 1</w:t>
    </w:r>
  </w:p>
  <w:p w14:paraId="2EF08641" w14:textId="0815109F" w:rsidR="0020776E" w:rsidRPr="00E70F10" w:rsidRDefault="00305B03" w:rsidP="00553153">
    <w:pPr>
      <w:pStyle w:val="Pis"/>
      <w:rPr>
        <w:b/>
      </w:rPr>
    </w:pPr>
    <w:r w:rsidRPr="00305B03">
      <w:rPr>
        <w:i/>
      </w:rPr>
      <w:t>Tammeluha matkaraja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4963549">
    <w:abstractNumId w:val="24"/>
  </w:num>
  <w:num w:numId="2" w16cid:durableId="917321433">
    <w:abstractNumId w:val="23"/>
  </w:num>
  <w:num w:numId="3" w16cid:durableId="14817364">
    <w:abstractNumId w:val="5"/>
  </w:num>
  <w:num w:numId="4" w16cid:durableId="969896247">
    <w:abstractNumId w:val="28"/>
  </w:num>
  <w:num w:numId="5" w16cid:durableId="1452937124">
    <w:abstractNumId w:val="19"/>
  </w:num>
  <w:num w:numId="6" w16cid:durableId="125008655">
    <w:abstractNumId w:val="25"/>
  </w:num>
  <w:num w:numId="7" w16cid:durableId="741175913">
    <w:abstractNumId w:val="15"/>
  </w:num>
  <w:num w:numId="8" w16cid:durableId="1726761583">
    <w:abstractNumId w:val="0"/>
  </w:num>
  <w:num w:numId="9" w16cid:durableId="1435663315">
    <w:abstractNumId w:val="22"/>
  </w:num>
  <w:num w:numId="10" w16cid:durableId="1253583437">
    <w:abstractNumId w:val="7"/>
  </w:num>
  <w:num w:numId="11" w16cid:durableId="1450314977">
    <w:abstractNumId w:val="31"/>
  </w:num>
  <w:num w:numId="12" w16cid:durableId="793014755">
    <w:abstractNumId w:val="16"/>
  </w:num>
  <w:num w:numId="13" w16cid:durableId="52242490">
    <w:abstractNumId w:val="11"/>
  </w:num>
  <w:num w:numId="14" w16cid:durableId="167717053">
    <w:abstractNumId w:val="30"/>
  </w:num>
  <w:num w:numId="15" w16cid:durableId="768308074">
    <w:abstractNumId w:val="27"/>
  </w:num>
  <w:num w:numId="16" w16cid:durableId="1754283206">
    <w:abstractNumId w:val="12"/>
  </w:num>
  <w:num w:numId="17" w16cid:durableId="1602645451">
    <w:abstractNumId w:val="4"/>
  </w:num>
  <w:num w:numId="18" w16cid:durableId="1543396353">
    <w:abstractNumId w:val="20"/>
  </w:num>
  <w:num w:numId="19" w16cid:durableId="236089539">
    <w:abstractNumId w:val="14"/>
  </w:num>
  <w:num w:numId="20" w16cid:durableId="601375262">
    <w:abstractNumId w:val="29"/>
  </w:num>
  <w:num w:numId="21" w16cid:durableId="998191410">
    <w:abstractNumId w:val="18"/>
  </w:num>
  <w:num w:numId="22" w16cid:durableId="930046453">
    <w:abstractNumId w:val="21"/>
  </w:num>
  <w:num w:numId="23" w16cid:durableId="1141582287">
    <w:abstractNumId w:val="6"/>
  </w:num>
  <w:num w:numId="24" w16cid:durableId="1783301876">
    <w:abstractNumId w:val="10"/>
  </w:num>
  <w:num w:numId="25" w16cid:durableId="1651666300">
    <w:abstractNumId w:val="1"/>
  </w:num>
  <w:num w:numId="26" w16cid:durableId="1183320320">
    <w:abstractNumId w:val="9"/>
  </w:num>
  <w:num w:numId="27" w16cid:durableId="287785989">
    <w:abstractNumId w:val="17"/>
  </w:num>
  <w:num w:numId="28" w16cid:durableId="237717975">
    <w:abstractNumId w:val="26"/>
  </w:num>
  <w:num w:numId="29" w16cid:durableId="410926730">
    <w:abstractNumId w:val="13"/>
  </w:num>
  <w:num w:numId="30" w16cid:durableId="2051344935">
    <w:abstractNumId w:val="8"/>
  </w:num>
  <w:num w:numId="31" w16cid:durableId="1417164087">
    <w:abstractNumId w:val="3"/>
  </w:num>
  <w:num w:numId="32" w16cid:durableId="2064979574">
    <w:abstractNumId w:val="3"/>
  </w:num>
  <w:num w:numId="33" w16cid:durableId="936599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5C3E"/>
    <w:rsid w:val="00007B2B"/>
    <w:rsid w:val="00010E89"/>
    <w:rsid w:val="00016423"/>
    <w:rsid w:val="0002292D"/>
    <w:rsid w:val="00023C5A"/>
    <w:rsid w:val="00024C33"/>
    <w:rsid w:val="000310AC"/>
    <w:rsid w:val="000314D3"/>
    <w:rsid w:val="00044305"/>
    <w:rsid w:val="000470C0"/>
    <w:rsid w:val="000521CE"/>
    <w:rsid w:val="00060081"/>
    <w:rsid w:val="0006341C"/>
    <w:rsid w:val="000671E5"/>
    <w:rsid w:val="0007111D"/>
    <w:rsid w:val="00074E40"/>
    <w:rsid w:val="0007601E"/>
    <w:rsid w:val="00082415"/>
    <w:rsid w:val="000826CB"/>
    <w:rsid w:val="00083543"/>
    <w:rsid w:val="0008439E"/>
    <w:rsid w:val="00084BA6"/>
    <w:rsid w:val="00085556"/>
    <w:rsid w:val="00086A22"/>
    <w:rsid w:val="00086B2D"/>
    <w:rsid w:val="00093A83"/>
    <w:rsid w:val="000A1ABF"/>
    <w:rsid w:val="000B213D"/>
    <w:rsid w:val="000B31BC"/>
    <w:rsid w:val="000B641A"/>
    <w:rsid w:val="000C10F1"/>
    <w:rsid w:val="000D2592"/>
    <w:rsid w:val="000E2FEA"/>
    <w:rsid w:val="000E56FF"/>
    <w:rsid w:val="001023BF"/>
    <w:rsid w:val="0010269D"/>
    <w:rsid w:val="00107404"/>
    <w:rsid w:val="00110912"/>
    <w:rsid w:val="001170EF"/>
    <w:rsid w:val="0012408E"/>
    <w:rsid w:val="0013298D"/>
    <w:rsid w:val="00134E00"/>
    <w:rsid w:val="001515C2"/>
    <w:rsid w:val="00155339"/>
    <w:rsid w:val="00156025"/>
    <w:rsid w:val="00161B84"/>
    <w:rsid w:val="00163037"/>
    <w:rsid w:val="00164587"/>
    <w:rsid w:val="0017064E"/>
    <w:rsid w:val="0017504A"/>
    <w:rsid w:val="001950D6"/>
    <w:rsid w:val="001A318D"/>
    <w:rsid w:val="001A375B"/>
    <w:rsid w:val="001A7DC6"/>
    <w:rsid w:val="001B0DD7"/>
    <w:rsid w:val="001B3B92"/>
    <w:rsid w:val="001D0C54"/>
    <w:rsid w:val="001D7643"/>
    <w:rsid w:val="001E0346"/>
    <w:rsid w:val="001E1A21"/>
    <w:rsid w:val="001E45E2"/>
    <w:rsid w:val="001F116C"/>
    <w:rsid w:val="001F694C"/>
    <w:rsid w:val="0020776E"/>
    <w:rsid w:val="002171BB"/>
    <w:rsid w:val="00226B87"/>
    <w:rsid w:val="00226FE0"/>
    <w:rsid w:val="00240493"/>
    <w:rsid w:val="00243153"/>
    <w:rsid w:val="00250D49"/>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05B03"/>
    <w:rsid w:val="00305D1B"/>
    <w:rsid w:val="00310542"/>
    <w:rsid w:val="003132CE"/>
    <w:rsid w:val="003135B6"/>
    <w:rsid w:val="00323196"/>
    <w:rsid w:val="003238B6"/>
    <w:rsid w:val="00325654"/>
    <w:rsid w:val="003265BD"/>
    <w:rsid w:val="003313EF"/>
    <w:rsid w:val="00333E02"/>
    <w:rsid w:val="00334246"/>
    <w:rsid w:val="00335638"/>
    <w:rsid w:val="00337F97"/>
    <w:rsid w:val="0034005B"/>
    <w:rsid w:val="00343EBA"/>
    <w:rsid w:val="0034767B"/>
    <w:rsid w:val="00353B8B"/>
    <w:rsid w:val="00353D5D"/>
    <w:rsid w:val="00356DA0"/>
    <w:rsid w:val="00357644"/>
    <w:rsid w:val="003576E1"/>
    <w:rsid w:val="00366B39"/>
    <w:rsid w:val="00366B8F"/>
    <w:rsid w:val="003706B3"/>
    <w:rsid w:val="00370EBA"/>
    <w:rsid w:val="00373A6E"/>
    <w:rsid w:val="0038024A"/>
    <w:rsid w:val="00392473"/>
    <w:rsid w:val="00394B2F"/>
    <w:rsid w:val="003A50BE"/>
    <w:rsid w:val="003B2F35"/>
    <w:rsid w:val="003C0F7B"/>
    <w:rsid w:val="003D2132"/>
    <w:rsid w:val="003D2F9D"/>
    <w:rsid w:val="003D7D70"/>
    <w:rsid w:val="003F68D6"/>
    <w:rsid w:val="0040040D"/>
    <w:rsid w:val="00407EB4"/>
    <w:rsid w:val="00413C7B"/>
    <w:rsid w:val="0042344D"/>
    <w:rsid w:val="00425102"/>
    <w:rsid w:val="004255B8"/>
    <w:rsid w:val="00427B5B"/>
    <w:rsid w:val="0043036B"/>
    <w:rsid w:val="00431854"/>
    <w:rsid w:val="00447D60"/>
    <w:rsid w:val="0045429A"/>
    <w:rsid w:val="0046327F"/>
    <w:rsid w:val="00470DE8"/>
    <w:rsid w:val="00476F34"/>
    <w:rsid w:val="00477BE3"/>
    <w:rsid w:val="004812F1"/>
    <w:rsid w:val="00487EC6"/>
    <w:rsid w:val="00493647"/>
    <w:rsid w:val="004953A8"/>
    <w:rsid w:val="00495612"/>
    <w:rsid w:val="004A200B"/>
    <w:rsid w:val="004A4BF3"/>
    <w:rsid w:val="004A7A4E"/>
    <w:rsid w:val="004B1391"/>
    <w:rsid w:val="004C3F55"/>
    <w:rsid w:val="004D1526"/>
    <w:rsid w:val="004D7186"/>
    <w:rsid w:val="004E2F0E"/>
    <w:rsid w:val="004E37F4"/>
    <w:rsid w:val="004F260C"/>
    <w:rsid w:val="005001FD"/>
    <w:rsid w:val="00505485"/>
    <w:rsid w:val="005073CE"/>
    <w:rsid w:val="005103AC"/>
    <w:rsid w:val="005160E2"/>
    <w:rsid w:val="005202B2"/>
    <w:rsid w:val="00520B53"/>
    <w:rsid w:val="00524815"/>
    <w:rsid w:val="0052523D"/>
    <w:rsid w:val="0052558B"/>
    <w:rsid w:val="00526AE1"/>
    <w:rsid w:val="0053301B"/>
    <w:rsid w:val="0053543F"/>
    <w:rsid w:val="005360A5"/>
    <w:rsid w:val="00536DE3"/>
    <w:rsid w:val="00542123"/>
    <w:rsid w:val="00543444"/>
    <w:rsid w:val="0054615E"/>
    <w:rsid w:val="00547C65"/>
    <w:rsid w:val="00550F8B"/>
    <w:rsid w:val="005523BA"/>
    <w:rsid w:val="00552BE9"/>
    <w:rsid w:val="00553153"/>
    <w:rsid w:val="00554433"/>
    <w:rsid w:val="00561311"/>
    <w:rsid w:val="00564B84"/>
    <w:rsid w:val="00565D2D"/>
    <w:rsid w:val="005674A0"/>
    <w:rsid w:val="00580820"/>
    <w:rsid w:val="00581B92"/>
    <w:rsid w:val="00584E25"/>
    <w:rsid w:val="00587ED9"/>
    <w:rsid w:val="00597C4F"/>
    <w:rsid w:val="005A0D14"/>
    <w:rsid w:val="005A2545"/>
    <w:rsid w:val="005A3A33"/>
    <w:rsid w:val="005A4444"/>
    <w:rsid w:val="005A5F0E"/>
    <w:rsid w:val="005B2378"/>
    <w:rsid w:val="005B6CCC"/>
    <w:rsid w:val="005B7BA9"/>
    <w:rsid w:val="005C0D61"/>
    <w:rsid w:val="005C164A"/>
    <w:rsid w:val="005D4A5A"/>
    <w:rsid w:val="005D75BC"/>
    <w:rsid w:val="005E2123"/>
    <w:rsid w:val="005F0DD5"/>
    <w:rsid w:val="005F32F1"/>
    <w:rsid w:val="006034AC"/>
    <w:rsid w:val="00604556"/>
    <w:rsid w:val="00605DC9"/>
    <w:rsid w:val="00610B3B"/>
    <w:rsid w:val="0061652F"/>
    <w:rsid w:val="006302B5"/>
    <w:rsid w:val="00641EBD"/>
    <w:rsid w:val="00644182"/>
    <w:rsid w:val="00644EEE"/>
    <w:rsid w:val="00652E20"/>
    <w:rsid w:val="00653E92"/>
    <w:rsid w:val="00657374"/>
    <w:rsid w:val="006656D7"/>
    <w:rsid w:val="00666B60"/>
    <w:rsid w:val="00667683"/>
    <w:rsid w:val="00671F85"/>
    <w:rsid w:val="00673FAE"/>
    <w:rsid w:val="00675252"/>
    <w:rsid w:val="00676BC1"/>
    <w:rsid w:val="00680884"/>
    <w:rsid w:val="00682E09"/>
    <w:rsid w:val="00687AAF"/>
    <w:rsid w:val="006925D6"/>
    <w:rsid w:val="006A2F14"/>
    <w:rsid w:val="006B2434"/>
    <w:rsid w:val="006D2CFA"/>
    <w:rsid w:val="006D5CD2"/>
    <w:rsid w:val="006D6E2C"/>
    <w:rsid w:val="006E25A9"/>
    <w:rsid w:val="006E493A"/>
    <w:rsid w:val="006F36C4"/>
    <w:rsid w:val="00701A6A"/>
    <w:rsid w:val="00706479"/>
    <w:rsid w:val="00713428"/>
    <w:rsid w:val="007177DB"/>
    <w:rsid w:val="00727DC2"/>
    <w:rsid w:val="00740B81"/>
    <w:rsid w:val="00742BF5"/>
    <w:rsid w:val="0074593A"/>
    <w:rsid w:val="00747DAF"/>
    <w:rsid w:val="00764277"/>
    <w:rsid w:val="007660CE"/>
    <w:rsid w:val="007741C1"/>
    <w:rsid w:val="00780F2A"/>
    <w:rsid w:val="00790220"/>
    <w:rsid w:val="0079313F"/>
    <w:rsid w:val="007A139E"/>
    <w:rsid w:val="007A27FD"/>
    <w:rsid w:val="007A2FCE"/>
    <w:rsid w:val="007A541D"/>
    <w:rsid w:val="007C0AE5"/>
    <w:rsid w:val="007D5605"/>
    <w:rsid w:val="007E1212"/>
    <w:rsid w:val="0080599F"/>
    <w:rsid w:val="00805F8D"/>
    <w:rsid w:val="00810573"/>
    <w:rsid w:val="008145C3"/>
    <w:rsid w:val="00817E41"/>
    <w:rsid w:val="008235A5"/>
    <w:rsid w:val="008319DC"/>
    <w:rsid w:val="0084056F"/>
    <w:rsid w:val="0084606E"/>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06E7"/>
    <w:rsid w:val="008A7EFF"/>
    <w:rsid w:val="008B3DA5"/>
    <w:rsid w:val="008B5E92"/>
    <w:rsid w:val="008B68D6"/>
    <w:rsid w:val="008C2178"/>
    <w:rsid w:val="008C34FB"/>
    <w:rsid w:val="008C7512"/>
    <w:rsid w:val="008D247D"/>
    <w:rsid w:val="008D6B3A"/>
    <w:rsid w:val="008E3B37"/>
    <w:rsid w:val="009109EE"/>
    <w:rsid w:val="00912DC2"/>
    <w:rsid w:val="0091421C"/>
    <w:rsid w:val="00915420"/>
    <w:rsid w:val="00925DB6"/>
    <w:rsid w:val="00926027"/>
    <w:rsid w:val="00930A6D"/>
    <w:rsid w:val="009311E2"/>
    <w:rsid w:val="009325FD"/>
    <w:rsid w:val="00933BFC"/>
    <w:rsid w:val="00945547"/>
    <w:rsid w:val="0095086A"/>
    <w:rsid w:val="00954F57"/>
    <w:rsid w:val="009603AB"/>
    <w:rsid w:val="009620E2"/>
    <w:rsid w:val="00964A6F"/>
    <w:rsid w:val="0096622A"/>
    <w:rsid w:val="0096739E"/>
    <w:rsid w:val="009735BF"/>
    <w:rsid w:val="009745E2"/>
    <w:rsid w:val="0098116A"/>
    <w:rsid w:val="0098194E"/>
    <w:rsid w:val="0099427C"/>
    <w:rsid w:val="009B1A47"/>
    <w:rsid w:val="009B79B9"/>
    <w:rsid w:val="009C4431"/>
    <w:rsid w:val="009C4B94"/>
    <w:rsid w:val="009C4ED0"/>
    <w:rsid w:val="009C6496"/>
    <w:rsid w:val="009D13A8"/>
    <w:rsid w:val="009D178B"/>
    <w:rsid w:val="009D2603"/>
    <w:rsid w:val="009D52DB"/>
    <w:rsid w:val="009D7ADD"/>
    <w:rsid w:val="009E02CA"/>
    <w:rsid w:val="009E4BBE"/>
    <w:rsid w:val="009F1A41"/>
    <w:rsid w:val="009F2DAB"/>
    <w:rsid w:val="009F47F3"/>
    <w:rsid w:val="009F4BB2"/>
    <w:rsid w:val="009F6588"/>
    <w:rsid w:val="00A049A8"/>
    <w:rsid w:val="00A04F72"/>
    <w:rsid w:val="00A07880"/>
    <w:rsid w:val="00A12AF5"/>
    <w:rsid w:val="00A151B8"/>
    <w:rsid w:val="00A224D7"/>
    <w:rsid w:val="00A24BB4"/>
    <w:rsid w:val="00A32BFA"/>
    <w:rsid w:val="00A40C55"/>
    <w:rsid w:val="00A4356D"/>
    <w:rsid w:val="00A47968"/>
    <w:rsid w:val="00A5157A"/>
    <w:rsid w:val="00A53A0D"/>
    <w:rsid w:val="00A55076"/>
    <w:rsid w:val="00A567EE"/>
    <w:rsid w:val="00A74D30"/>
    <w:rsid w:val="00A762DD"/>
    <w:rsid w:val="00A834E8"/>
    <w:rsid w:val="00A8374C"/>
    <w:rsid w:val="00A95CB9"/>
    <w:rsid w:val="00A9606E"/>
    <w:rsid w:val="00AC4F61"/>
    <w:rsid w:val="00AC5E3D"/>
    <w:rsid w:val="00AE33F4"/>
    <w:rsid w:val="00AE4FB5"/>
    <w:rsid w:val="00AF1505"/>
    <w:rsid w:val="00AF38E6"/>
    <w:rsid w:val="00AF7594"/>
    <w:rsid w:val="00B209BA"/>
    <w:rsid w:val="00B21C20"/>
    <w:rsid w:val="00B25834"/>
    <w:rsid w:val="00B31366"/>
    <w:rsid w:val="00B3755F"/>
    <w:rsid w:val="00B37641"/>
    <w:rsid w:val="00B40651"/>
    <w:rsid w:val="00B44CC4"/>
    <w:rsid w:val="00B51ED3"/>
    <w:rsid w:val="00B5699C"/>
    <w:rsid w:val="00B56D57"/>
    <w:rsid w:val="00B60B3C"/>
    <w:rsid w:val="00B77061"/>
    <w:rsid w:val="00B81DF9"/>
    <w:rsid w:val="00B9464B"/>
    <w:rsid w:val="00B94694"/>
    <w:rsid w:val="00B96B64"/>
    <w:rsid w:val="00BA0CDE"/>
    <w:rsid w:val="00BB56E6"/>
    <w:rsid w:val="00BB626F"/>
    <w:rsid w:val="00BC753E"/>
    <w:rsid w:val="00BD020B"/>
    <w:rsid w:val="00BD19E5"/>
    <w:rsid w:val="00BD3B59"/>
    <w:rsid w:val="00BE1490"/>
    <w:rsid w:val="00BE2D03"/>
    <w:rsid w:val="00BF0471"/>
    <w:rsid w:val="00BF1C0D"/>
    <w:rsid w:val="00BF42DA"/>
    <w:rsid w:val="00BF5FC2"/>
    <w:rsid w:val="00C002C5"/>
    <w:rsid w:val="00C006DF"/>
    <w:rsid w:val="00C0776E"/>
    <w:rsid w:val="00C12E2E"/>
    <w:rsid w:val="00C17206"/>
    <w:rsid w:val="00C30F0E"/>
    <w:rsid w:val="00C30F53"/>
    <w:rsid w:val="00C34F9D"/>
    <w:rsid w:val="00C37A3E"/>
    <w:rsid w:val="00C426B9"/>
    <w:rsid w:val="00C448C0"/>
    <w:rsid w:val="00C47C61"/>
    <w:rsid w:val="00C54E68"/>
    <w:rsid w:val="00C557C3"/>
    <w:rsid w:val="00C65A2D"/>
    <w:rsid w:val="00C71691"/>
    <w:rsid w:val="00C83EF3"/>
    <w:rsid w:val="00C86E0A"/>
    <w:rsid w:val="00CA06DE"/>
    <w:rsid w:val="00CA1F35"/>
    <w:rsid w:val="00CA2B5D"/>
    <w:rsid w:val="00CA7555"/>
    <w:rsid w:val="00CB0E41"/>
    <w:rsid w:val="00CB1AF0"/>
    <w:rsid w:val="00CC0DD2"/>
    <w:rsid w:val="00CC3F43"/>
    <w:rsid w:val="00CD44EE"/>
    <w:rsid w:val="00CD6ACB"/>
    <w:rsid w:val="00CE0335"/>
    <w:rsid w:val="00CF2152"/>
    <w:rsid w:val="00CF2C51"/>
    <w:rsid w:val="00CF2D96"/>
    <w:rsid w:val="00D135D3"/>
    <w:rsid w:val="00D21B88"/>
    <w:rsid w:val="00D256FE"/>
    <w:rsid w:val="00D353D2"/>
    <w:rsid w:val="00D35EDF"/>
    <w:rsid w:val="00D46DB5"/>
    <w:rsid w:val="00D50054"/>
    <w:rsid w:val="00D56821"/>
    <w:rsid w:val="00D61804"/>
    <w:rsid w:val="00D63E89"/>
    <w:rsid w:val="00D64E88"/>
    <w:rsid w:val="00D708C2"/>
    <w:rsid w:val="00D84DA4"/>
    <w:rsid w:val="00D84FE7"/>
    <w:rsid w:val="00D856BC"/>
    <w:rsid w:val="00D930A8"/>
    <w:rsid w:val="00DA731F"/>
    <w:rsid w:val="00DB15A9"/>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5387B"/>
    <w:rsid w:val="00E658EA"/>
    <w:rsid w:val="00E66062"/>
    <w:rsid w:val="00E70F10"/>
    <w:rsid w:val="00E71096"/>
    <w:rsid w:val="00E71C8B"/>
    <w:rsid w:val="00E7264B"/>
    <w:rsid w:val="00E768F7"/>
    <w:rsid w:val="00E96231"/>
    <w:rsid w:val="00EA094B"/>
    <w:rsid w:val="00EB3943"/>
    <w:rsid w:val="00EB6921"/>
    <w:rsid w:val="00EC1837"/>
    <w:rsid w:val="00EC39BF"/>
    <w:rsid w:val="00ED074F"/>
    <w:rsid w:val="00EF41D6"/>
    <w:rsid w:val="00F04BBC"/>
    <w:rsid w:val="00F16BE3"/>
    <w:rsid w:val="00F238C2"/>
    <w:rsid w:val="00F26104"/>
    <w:rsid w:val="00F317E7"/>
    <w:rsid w:val="00F343EA"/>
    <w:rsid w:val="00F348BF"/>
    <w:rsid w:val="00F421B5"/>
    <w:rsid w:val="00F43A05"/>
    <w:rsid w:val="00F45A75"/>
    <w:rsid w:val="00F51B86"/>
    <w:rsid w:val="00F57EA5"/>
    <w:rsid w:val="00F61E68"/>
    <w:rsid w:val="00F73984"/>
    <w:rsid w:val="00F74E58"/>
    <w:rsid w:val="00F767BA"/>
    <w:rsid w:val="00F82458"/>
    <w:rsid w:val="00F85642"/>
    <w:rsid w:val="00F92FD5"/>
    <w:rsid w:val="00F962AD"/>
    <w:rsid w:val="00FA65E6"/>
    <w:rsid w:val="00FA6E84"/>
    <w:rsid w:val="00FB6760"/>
    <w:rsid w:val="00FC552E"/>
    <w:rsid w:val="00FC58D8"/>
    <w:rsid w:val="00FD13E9"/>
    <w:rsid w:val="00FE05CF"/>
    <w:rsid w:val="00FE57AF"/>
    <w:rsid w:val="00FE6F60"/>
    <w:rsid w:val="00FF2E0D"/>
    <w:rsid w:val="00FF59A2"/>
    <w:rsid w:val="011CE99D"/>
    <w:rsid w:val="4B2CD892"/>
    <w:rsid w:val="54D48521"/>
    <w:rsid w:val="5B146B43"/>
    <w:rsid w:val="6CDC91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Kohatiteteks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569A2FEF94B24526985045D7C0C0422D"/>
        <w:category>
          <w:name w:val="General"/>
          <w:gallery w:val="placeholder"/>
        </w:category>
        <w:types>
          <w:type w:val="bbPlcHdr"/>
        </w:types>
        <w:behaviors>
          <w:behavior w:val="content"/>
        </w:behaviors>
        <w:guid w:val="{5F3D4167-3905-4D0B-83E6-BCD1074228CE}"/>
      </w:docPartPr>
      <w:docPartBody>
        <w:p w:rsidR="00BA4650" w:rsidRDefault="001A318D" w:rsidP="001A318D">
          <w:pPr>
            <w:pStyle w:val="569A2FEF94B24526985045D7C0C0422D"/>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318D"/>
    <w:rsid w:val="00294645"/>
    <w:rsid w:val="00515950"/>
    <w:rsid w:val="00552B6F"/>
    <w:rsid w:val="007A2383"/>
    <w:rsid w:val="00A75EC2"/>
    <w:rsid w:val="00B65668"/>
    <w:rsid w:val="00BA4650"/>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A318D"/>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569A2FEF94B24526985045D7C0C0422D">
    <w:name w:val="569A2FEF94B24526985045D7C0C0422D"/>
    <w:rsid w:val="001A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D7523-542C-416A-AF18-0E864480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10</TotalTime>
  <Pages>8</Pages>
  <Words>3111</Words>
  <Characters>24147</Characters>
  <Application>Microsoft Office Word</Application>
  <DocSecurity>0</DocSecurity>
  <Lines>201</Lines>
  <Paragraphs>54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Helbe Peiker</cp:lastModifiedBy>
  <cp:revision>19</cp:revision>
  <cp:lastPrinted>2012-01-19T11:15:00Z</cp:lastPrinted>
  <dcterms:created xsi:type="dcterms:W3CDTF">2024-04-01T12:47:00Z</dcterms:created>
  <dcterms:modified xsi:type="dcterms:W3CDTF">2024-04-03T06:33:00Z</dcterms:modified>
</cp:coreProperties>
</file>